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Y="-1020"/>
        <w:tblW w:w="10444" w:type="dxa"/>
        <w:tblLook w:val="01E0" w:firstRow="1" w:lastRow="1" w:firstColumn="1" w:lastColumn="1" w:noHBand="0" w:noVBand="0"/>
      </w:tblPr>
      <w:tblGrid>
        <w:gridCol w:w="4476"/>
        <w:gridCol w:w="1351"/>
        <w:gridCol w:w="4617"/>
      </w:tblGrid>
      <w:tr w:rsidR="007278CF" w:rsidRPr="00FA4974" w:rsidTr="007278CF">
        <w:tc>
          <w:tcPr>
            <w:tcW w:w="4476" w:type="dxa"/>
            <w:shd w:val="clear" w:color="auto" w:fill="auto"/>
          </w:tcPr>
          <w:p w:rsidR="007278CF" w:rsidRPr="007278CF" w:rsidRDefault="007278CF" w:rsidP="007278CF">
            <w:pPr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351" w:type="dxa"/>
            <w:shd w:val="clear" w:color="auto" w:fill="auto"/>
          </w:tcPr>
          <w:p w:rsidR="007278CF" w:rsidRPr="007278CF" w:rsidRDefault="007278CF" w:rsidP="007278CF">
            <w:pPr>
              <w:jc w:val="center"/>
              <w:rPr>
                <w:rFonts w:ascii="Arial" w:hAnsi="Arial" w:cs="Arial"/>
                <w:noProof/>
                <w:sz w:val="16"/>
              </w:rPr>
            </w:pPr>
          </w:p>
        </w:tc>
        <w:tc>
          <w:tcPr>
            <w:tcW w:w="4617" w:type="dxa"/>
            <w:shd w:val="clear" w:color="auto" w:fill="auto"/>
          </w:tcPr>
          <w:p w:rsidR="007278CF" w:rsidRPr="007278CF" w:rsidRDefault="007278CF" w:rsidP="007278CF">
            <w:pPr>
              <w:rPr>
                <w:rFonts w:ascii="Arial" w:hAnsi="Arial" w:cs="Arial"/>
                <w:sz w:val="16"/>
                <w:lang w:val="de-DE"/>
              </w:rPr>
            </w:pPr>
          </w:p>
        </w:tc>
      </w:tr>
      <w:tr w:rsidR="0001150A" w:rsidRPr="00FA4974" w:rsidTr="00983B9F">
        <w:tc>
          <w:tcPr>
            <w:tcW w:w="4476" w:type="dxa"/>
            <w:tcBorders>
              <w:top w:val="single" w:sz="4" w:space="0" w:color="auto"/>
            </w:tcBorders>
            <w:shd w:val="clear" w:color="auto" w:fill="auto"/>
          </w:tcPr>
          <w:p w:rsidR="0001150A" w:rsidRPr="00FA4974" w:rsidRDefault="0001150A" w:rsidP="0001150A">
            <w:pPr>
              <w:spacing w:before="80"/>
              <w:jc w:val="right"/>
              <w:rPr>
                <w:rFonts w:ascii="Arial" w:hAnsi="Arial" w:cs="Arial"/>
                <w:sz w:val="16"/>
              </w:rPr>
            </w:pPr>
            <w:r w:rsidRPr="00FA4974">
              <w:rPr>
                <w:rFonts w:ascii="Arial" w:hAnsi="Arial" w:cs="Arial"/>
                <w:sz w:val="16"/>
              </w:rPr>
              <w:t>REPUBBLICA ITALIANA</w:t>
            </w:r>
          </w:p>
          <w:p w:rsidR="0001150A" w:rsidRPr="00FA4974" w:rsidRDefault="0001150A" w:rsidP="0001150A">
            <w:pPr>
              <w:jc w:val="right"/>
              <w:rPr>
                <w:rFonts w:ascii="Arial" w:hAnsi="Arial" w:cs="Arial"/>
                <w:b/>
                <w:sz w:val="16"/>
              </w:rPr>
            </w:pPr>
            <w:r w:rsidRPr="00FA4974">
              <w:rPr>
                <w:rFonts w:ascii="Arial" w:hAnsi="Arial" w:cs="Arial"/>
                <w:b/>
                <w:sz w:val="16"/>
              </w:rPr>
              <w:t xml:space="preserve">PROVINCIA AUTONOMA DI </w:t>
            </w:r>
            <w:smartTag w:uri="urn:schemas-microsoft-com:office:smarttags" w:element="City">
              <w:r w:rsidRPr="00FA4974">
                <w:rPr>
                  <w:rFonts w:ascii="Arial" w:hAnsi="Arial" w:cs="Arial"/>
                  <w:b/>
                  <w:sz w:val="16"/>
                </w:rPr>
                <w:t>BOLZANO</w:t>
              </w:r>
            </w:smartTag>
            <w:r w:rsidRPr="00FA4974">
              <w:rPr>
                <w:rFonts w:ascii="Arial" w:hAnsi="Arial" w:cs="Arial"/>
                <w:b/>
                <w:sz w:val="16"/>
              </w:rPr>
              <w:t xml:space="preserve"> ALTO </w:t>
            </w:r>
            <w:smartTag w:uri="urn:schemas-microsoft-com:office:smarttags" w:element="place">
              <w:r w:rsidRPr="00FA4974">
                <w:rPr>
                  <w:rFonts w:ascii="Arial" w:hAnsi="Arial" w:cs="Arial"/>
                  <w:b/>
                  <w:sz w:val="16"/>
                </w:rPr>
                <w:t>ADIGE</w:t>
              </w:r>
            </w:smartTag>
          </w:p>
          <w:p w:rsidR="0001150A" w:rsidRPr="00FA4974" w:rsidRDefault="0001150A" w:rsidP="0001150A">
            <w:pPr>
              <w:jc w:val="right"/>
              <w:rPr>
                <w:rFonts w:ascii="Arial" w:hAnsi="Arial" w:cs="Arial"/>
                <w:b/>
                <w:sz w:val="16"/>
              </w:rPr>
            </w:pPr>
          </w:p>
          <w:p w:rsidR="0001150A" w:rsidRPr="00FA4974" w:rsidRDefault="0001150A" w:rsidP="0001150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A4974">
              <w:rPr>
                <w:rFonts w:ascii="Arial" w:hAnsi="Arial" w:cs="Arial"/>
                <w:sz w:val="22"/>
                <w:szCs w:val="22"/>
              </w:rPr>
              <w:t xml:space="preserve">ISTITUTO COMPRENSIVO </w:t>
            </w:r>
          </w:p>
          <w:p w:rsidR="0001150A" w:rsidRPr="00FA4974" w:rsidRDefault="0001150A" w:rsidP="0001150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A4974">
              <w:rPr>
                <w:rFonts w:ascii="Arial" w:hAnsi="Arial" w:cs="Arial"/>
              </w:rPr>
              <w:t>in lingua italiana</w:t>
            </w:r>
          </w:p>
        </w:tc>
        <w:tc>
          <w:tcPr>
            <w:tcW w:w="1351" w:type="dxa"/>
            <w:tcBorders>
              <w:top w:val="single" w:sz="4" w:space="0" w:color="auto"/>
            </w:tcBorders>
            <w:shd w:val="clear" w:color="auto" w:fill="auto"/>
          </w:tcPr>
          <w:p w:rsidR="0001150A" w:rsidRPr="00FA4974" w:rsidRDefault="006B1CED" w:rsidP="0001150A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4974">
              <w:rPr>
                <w:rFonts w:ascii="Arial" w:hAnsi="Arial" w:cs="Arial"/>
                <w:noProof/>
              </w:rPr>
              <w:drawing>
                <wp:inline distT="0" distB="0" distL="0" distR="0">
                  <wp:extent cx="579120" cy="701040"/>
                  <wp:effectExtent l="0" t="0" r="0" b="0"/>
                  <wp:docPr id="1" name="Immagine 1" descr="prov b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rov b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701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17" w:type="dxa"/>
            <w:tcBorders>
              <w:top w:val="single" w:sz="4" w:space="0" w:color="auto"/>
            </w:tcBorders>
            <w:shd w:val="clear" w:color="auto" w:fill="auto"/>
          </w:tcPr>
          <w:p w:rsidR="0001150A" w:rsidRPr="00FA4974" w:rsidRDefault="0001150A" w:rsidP="0001150A">
            <w:pPr>
              <w:spacing w:before="80"/>
              <w:rPr>
                <w:rFonts w:ascii="Arial" w:hAnsi="Arial" w:cs="Arial"/>
                <w:sz w:val="16"/>
                <w:lang w:val="de-DE"/>
              </w:rPr>
            </w:pPr>
            <w:r w:rsidRPr="00FA4974">
              <w:rPr>
                <w:rFonts w:ascii="Arial" w:hAnsi="Arial" w:cs="Arial"/>
                <w:sz w:val="16"/>
                <w:lang w:val="de-DE"/>
              </w:rPr>
              <w:t>REPUBLIK ITALIEN</w:t>
            </w:r>
          </w:p>
          <w:p w:rsidR="0001150A" w:rsidRPr="00FA4974" w:rsidRDefault="0001150A" w:rsidP="0001150A">
            <w:pPr>
              <w:rPr>
                <w:rFonts w:ascii="Arial" w:hAnsi="Arial" w:cs="Arial"/>
                <w:b/>
                <w:sz w:val="16"/>
                <w:lang w:val="de-DE"/>
              </w:rPr>
            </w:pPr>
            <w:r w:rsidRPr="00FA4974">
              <w:rPr>
                <w:rFonts w:ascii="Arial" w:hAnsi="Arial" w:cs="Arial"/>
                <w:b/>
                <w:sz w:val="16"/>
                <w:lang w:val="de-DE"/>
              </w:rPr>
              <w:t>AUTONOME PROVINZ BOZEN SÜDTIROL</w:t>
            </w:r>
          </w:p>
          <w:p w:rsidR="0001150A" w:rsidRPr="00FA4974" w:rsidRDefault="0001150A" w:rsidP="0001150A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  <w:p w:rsidR="0001150A" w:rsidRPr="00FA4974" w:rsidRDefault="0001150A" w:rsidP="0001150A">
            <w:pPr>
              <w:rPr>
                <w:rFonts w:ascii="Arial" w:hAnsi="Arial" w:cs="Arial"/>
                <w:sz w:val="22"/>
                <w:szCs w:val="22"/>
              </w:rPr>
            </w:pPr>
            <w:r w:rsidRPr="00FA4974">
              <w:rPr>
                <w:rFonts w:ascii="Arial" w:hAnsi="Arial" w:cs="Arial"/>
                <w:sz w:val="22"/>
                <w:szCs w:val="22"/>
              </w:rPr>
              <w:t>SCHULSPRENGEL</w:t>
            </w:r>
          </w:p>
          <w:p w:rsidR="0001150A" w:rsidRPr="00FA4974" w:rsidRDefault="0001150A" w:rsidP="0001150A">
            <w:pPr>
              <w:rPr>
                <w:rFonts w:ascii="Arial" w:hAnsi="Arial" w:cs="Arial"/>
                <w:sz w:val="18"/>
                <w:szCs w:val="18"/>
              </w:rPr>
            </w:pPr>
            <w:r w:rsidRPr="00FA4974">
              <w:rPr>
                <w:rFonts w:ascii="Arial" w:hAnsi="Arial" w:cs="Arial"/>
              </w:rPr>
              <w:t xml:space="preserve">in </w:t>
            </w:r>
            <w:proofErr w:type="spellStart"/>
            <w:r w:rsidRPr="00FA4974">
              <w:rPr>
                <w:rFonts w:ascii="Arial" w:hAnsi="Arial" w:cs="Arial"/>
              </w:rPr>
              <w:t>italienischer</w:t>
            </w:r>
            <w:proofErr w:type="spellEnd"/>
            <w:r w:rsidRPr="00FA4974">
              <w:rPr>
                <w:rFonts w:ascii="Arial" w:hAnsi="Arial" w:cs="Arial"/>
              </w:rPr>
              <w:t xml:space="preserve"> </w:t>
            </w:r>
            <w:proofErr w:type="spellStart"/>
            <w:r w:rsidRPr="00FA4974">
              <w:rPr>
                <w:rFonts w:ascii="Arial" w:hAnsi="Arial" w:cs="Arial"/>
              </w:rPr>
              <w:t>Unterrichtssprache</w:t>
            </w:r>
            <w:proofErr w:type="spellEnd"/>
          </w:p>
        </w:tc>
      </w:tr>
      <w:tr w:rsidR="0001150A" w:rsidRPr="00FA4974" w:rsidTr="00983B9F">
        <w:tc>
          <w:tcPr>
            <w:tcW w:w="1044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1150A" w:rsidRPr="00FA4974" w:rsidRDefault="0001150A" w:rsidP="007278CF">
            <w:pPr>
              <w:spacing w:before="40" w:after="80"/>
              <w:jc w:val="center"/>
              <w:rPr>
                <w:sz w:val="16"/>
              </w:rPr>
            </w:pPr>
            <w:r w:rsidRPr="00FA4974">
              <w:rPr>
                <w:rFonts w:ascii="Arial" w:hAnsi="Arial" w:cs="Arial"/>
                <w:b/>
                <w:sz w:val="24"/>
                <w:szCs w:val="24"/>
              </w:rPr>
              <w:t>“BASSA ATESINA - UNTERLAND</w:t>
            </w:r>
            <w:r w:rsidRPr="000371D3">
              <w:rPr>
                <w:rFonts w:ascii="Arial" w:hAnsi="Arial" w:cs="Arial"/>
                <w:b/>
                <w:sz w:val="24"/>
                <w:szCs w:val="24"/>
              </w:rPr>
              <w:t>”</w:t>
            </w:r>
          </w:p>
        </w:tc>
      </w:tr>
    </w:tbl>
    <w:p w:rsidR="00E13CA5" w:rsidRPr="00E13CA5" w:rsidRDefault="00E13CA5" w:rsidP="00E13CA5">
      <w:pPr>
        <w:spacing w:before="120"/>
        <w:jc w:val="center"/>
        <w:rPr>
          <w:rFonts w:ascii="Arial" w:hAnsi="Arial" w:cs="Arial"/>
          <w:b/>
          <w:color w:val="4472C4" w:themeColor="accent1"/>
          <w:sz w:val="22"/>
        </w:rPr>
      </w:pPr>
      <w:r>
        <w:rPr>
          <w:rFonts w:ascii="Arial" w:hAnsi="Arial" w:cs="Arial"/>
          <w:b/>
          <w:color w:val="4472C4" w:themeColor="accent1"/>
          <w:sz w:val="22"/>
        </w:rPr>
        <w:t>P</w:t>
      </w:r>
      <w:r w:rsidRPr="00E13CA5">
        <w:rPr>
          <w:rFonts w:ascii="Arial" w:hAnsi="Arial" w:cs="Arial"/>
          <w:b/>
          <w:color w:val="4472C4" w:themeColor="accent1"/>
          <w:sz w:val="22"/>
        </w:rPr>
        <w:t xml:space="preserve">rotezione dei dati personali ex Regolamento UE 2016/679 </w:t>
      </w:r>
      <w:r>
        <w:rPr>
          <w:rFonts w:ascii="Arial" w:hAnsi="Arial" w:cs="Arial"/>
          <w:b/>
          <w:color w:val="4472C4" w:themeColor="accent1"/>
          <w:sz w:val="22"/>
        </w:rPr>
        <w:t xml:space="preserve">- </w:t>
      </w:r>
      <w:r w:rsidRPr="00E13CA5">
        <w:rPr>
          <w:rFonts w:ascii="Arial" w:hAnsi="Arial" w:cs="Arial"/>
          <w:b/>
          <w:color w:val="4472C4" w:themeColor="accent1"/>
          <w:sz w:val="22"/>
        </w:rPr>
        <w:t>Accordo di nomina a Responsabile del Trattamento Dati</w:t>
      </w:r>
    </w:p>
    <w:p w:rsidR="00E13CA5" w:rsidRPr="00E13CA5" w:rsidRDefault="00E13CA5" w:rsidP="00E13CA5">
      <w:pPr>
        <w:spacing w:before="120" w:after="120"/>
        <w:rPr>
          <w:rFonts w:ascii="Arial" w:hAnsi="Arial" w:cs="Arial"/>
        </w:rPr>
      </w:pPr>
      <w:r w:rsidRPr="00E13CA5">
        <w:rPr>
          <w:rFonts w:ascii="Arial" w:hAnsi="Arial" w:cs="Arial"/>
        </w:rPr>
        <w:t>Il presente accordo di nomina a responsabile del trattamento intercorre fra:</w:t>
      </w:r>
    </w:p>
    <w:p w:rsidR="00E13CA5" w:rsidRPr="00E13CA5" w:rsidRDefault="00E13CA5" w:rsidP="00E13CA5">
      <w:pPr>
        <w:ind w:right="-1"/>
        <w:jc w:val="center"/>
        <w:rPr>
          <w:rFonts w:ascii="Arial" w:hAnsi="Arial" w:cs="Arial"/>
          <w:i/>
          <w:iCs/>
        </w:rPr>
      </w:pPr>
      <w:r w:rsidRPr="00E13CA5">
        <w:rPr>
          <w:rFonts w:ascii="Arial" w:hAnsi="Arial" w:cs="Arial"/>
        </w:rPr>
        <w:t>ISTITUTO COMPRENSIVO BASSA ATESINA, C.F. 80005300217, con sede in Egna, 39044</w:t>
      </w:r>
      <w:r>
        <w:rPr>
          <w:rFonts w:ascii="Arial" w:hAnsi="Arial" w:cs="Arial"/>
        </w:rPr>
        <w:t xml:space="preserve"> </w:t>
      </w:r>
      <w:r w:rsidRPr="00E13CA5">
        <w:rPr>
          <w:rFonts w:ascii="Arial" w:hAnsi="Arial" w:cs="Arial"/>
        </w:rPr>
        <w:t xml:space="preserve">(BZ), P.zza della Scuola, 6, Titolare del trattamento dei dati personali ai sensi del Regolamento Europeo 2016/679, in persona del Dirigente scolastico </w:t>
      </w:r>
      <w:r w:rsidRPr="00E13CA5">
        <w:rPr>
          <w:rFonts w:ascii="Arial" w:hAnsi="Arial" w:cs="Arial"/>
          <w:i/>
          <w:iCs/>
        </w:rPr>
        <w:t>pro tempore</w:t>
      </w:r>
    </w:p>
    <w:p w:rsidR="00E13CA5" w:rsidRPr="00E13CA5" w:rsidRDefault="00E13CA5" w:rsidP="00E13CA5">
      <w:pPr>
        <w:spacing w:before="120" w:after="120"/>
        <w:ind w:right="1185" w:firstLine="851"/>
        <w:jc w:val="center"/>
        <w:rPr>
          <w:rFonts w:ascii="Arial" w:hAnsi="Arial" w:cs="Arial"/>
          <w:b/>
        </w:rPr>
      </w:pPr>
      <w:r w:rsidRPr="00E13CA5">
        <w:rPr>
          <w:rFonts w:ascii="Arial" w:hAnsi="Arial" w:cs="Arial"/>
          <w:b/>
        </w:rPr>
        <w:t>e</w:t>
      </w:r>
    </w:p>
    <w:p w:rsidR="00E13CA5" w:rsidRDefault="00E13CA5" w:rsidP="00E13CA5">
      <w:pPr>
        <w:spacing w:before="120"/>
        <w:jc w:val="center"/>
        <w:rPr>
          <w:rFonts w:ascii="Arial" w:hAnsi="Arial" w:cs="Arial"/>
        </w:rPr>
      </w:pPr>
      <w:r w:rsidRPr="00E13CA5">
        <w:rPr>
          <w:rFonts w:ascii="Arial" w:hAnsi="Arial" w:cs="Arial"/>
          <w:highlight w:val="yellow"/>
        </w:rPr>
        <w:t>Ragione sociale</w:t>
      </w:r>
      <w:r w:rsidRPr="00E13CA5">
        <w:rPr>
          <w:rFonts w:ascii="Arial" w:hAnsi="Arial" w:cs="Arial"/>
        </w:rPr>
        <w:t xml:space="preserve">, con sede legale in </w:t>
      </w:r>
      <w:r w:rsidRPr="00E13CA5">
        <w:rPr>
          <w:rFonts w:ascii="Arial" w:hAnsi="Arial" w:cs="Arial"/>
          <w:highlight w:val="yellow"/>
        </w:rPr>
        <w:t>___________, via __________,</w:t>
      </w:r>
      <w:r w:rsidRPr="00E13CA5">
        <w:rPr>
          <w:rFonts w:ascii="Arial" w:hAnsi="Arial" w:cs="Arial"/>
        </w:rPr>
        <w:t xml:space="preserve"> in persona del Legale Rappresentante</w:t>
      </w:r>
    </w:p>
    <w:p w:rsidR="00F25A84" w:rsidRDefault="00F25A84" w:rsidP="00F25A84">
      <w:pPr>
        <w:spacing w:before="120"/>
        <w:jc w:val="center"/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t>oppure</w:t>
      </w:r>
    </w:p>
    <w:p w:rsidR="00F25A84" w:rsidRPr="00E13CA5" w:rsidRDefault="00F25A84" w:rsidP="00F25A84">
      <w:pPr>
        <w:spacing w:before="120"/>
        <w:jc w:val="center"/>
        <w:rPr>
          <w:rFonts w:ascii="Arial" w:hAnsi="Arial" w:cs="Arial"/>
        </w:rPr>
      </w:pPr>
      <w:r w:rsidRPr="00F25A84">
        <w:rPr>
          <w:rFonts w:ascii="Arial" w:hAnsi="Arial" w:cs="Arial"/>
          <w:highlight w:val="yellow"/>
        </w:rPr>
        <w:t>Nome e Cognome</w:t>
      </w:r>
      <w:r w:rsidRPr="00E13CA5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residente in </w:t>
      </w:r>
      <w:r w:rsidRPr="00F25A84">
        <w:rPr>
          <w:rFonts w:ascii="Arial" w:hAnsi="Arial" w:cs="Arial"/>
          <w:highlight w:val="yellow"/>
        </w:rPr>
        <w:t>Via/Piazza/Vicolo</w:t>
      </w:r>
      <w:r>
        <w:rPr>
          <w:rFonts w:ascii="Arial" w:hAnsi="Arial" w:cs="Arial"/>
        </w:rPr>
        <w:t xml:space="preserve">, </w:t>
      </w:r>
      <w:r w:rsidRPr="00F25A84">
        <w:rPr>
          <w:rFonts w:ascii="Arial" w:hAnsi="Arial" w:cs="Arial"/>
          <w:highlight w:val="yellow"/>
        </w:rPr>
        <w:t>CAP, Città,</w:t>
      </w:r>
      <w:r>
        <w:rPr>
          <w:rFonts w:ascii="Arial" w:hAnsi="Arial" w:cs="Arial"/>
        </w:rPr>
        <w:t xml:space="preserve">  </w:t>
      </w:r>
    </w:p>
    <w:p w:rsidR="00E13CA5" w:rsidRPr="00E13CA5" w:rsidRDefault="00E13CA5" w:rsidP="00E13CA5">
      <w:pPr>
        <w:spacing w:before="120" w:after="120"/>
        <w:jc w:val="center"/>
        <w:rPr>
          <w:rFonts w:ascii="Arial" w:hAnsi="Arial" w:cs="Arial"/>
          <w:b/>
        </w:rPr>
      </w:pPr>
      <w:r w:rsidRPr="00E13CA5">
        <w:rPr>
          <w:rFonts w:ascii="Arial" w:hAnsi="Arial" w:cs="Arial"/>
          <w:b/>
        </w:rPr>
        <w:t>PREMESSO CHE</w:t>
      </w:r>
    </w:p>
    <w:p w:rsidR="00E13CA5" w:rsidRPr="00E13CA5" w:rsidRDefault="00E13CA5" w:rsidP="00E13CA5">
      <w:pPr>
        <w:spacing w:after="160" w:line="259" w:lineRule="auto"/>
        <w:jc w:val="both"/>
        <w:rPr>
          <w:rFonts w:ascii="Arial" w:hAnsi="Arial" w:cs="Arial"/>
        </w:rPr>
      </w:pPr>
      <w:r w:rsidRPr="00E13CA5">
        <w:rPr>
          <w:rFonts w:ascii="Arial" w:hAnsi="Arial" w:cs="Arial"/>
        </w:rPr>
        <w:t>L’articolo 28 del Regolamento Europeo 2016/679 (di seguito per brevità GDPR 2016/679) disciplina la figura del Responsabile del trattamento e lo individua nel soggetto che effettua un trattamento per conto del Titolare del trattamento e che dovrà gestire le operazioni di trattamento secondo le istruzioni impartite dal Titolare stesso, anche successivamente all’instaurazione del rapporto.</w:t>
      </w:r>
    </w:p>
    <w:p w:rsidR="00E13CA5" w:rsidRPr="00E13CA5" w:rsidRDefault="00E13CA5" w:rsidP="00E13CA5">
      <w:pPr>
        <w:spacing w:after="160" w:line="259" w:lineRule="auto"/>
        <w:jc w:val="both"/>
        <w:rPr>
          <w:rFonts w:ascii="Arial" w:hAnsi="Arial" w:cs="Arial"/>
        </w:rPr>
      </w:pPr>
      <w:r w:rsidRPr="00E13CA5">
        <w:rPr>
          <w:rFonts w:ascii="Arial" w:hAnsi="Arial" w:cs="Arial"/>
        </w:rPr>
        <w:t xml:space="preserve">Sulla base delle informazioni preliminarmente fornite nell’ambito della procedura di scelta del contraente, il Titolare ritiene che </w:t>
      </w:r>
      <w:r w:rsidRPr="00E13CA5">
        <w:rPr>
          <w:rFonts w:ascii="Arial" w:hAnsi="Arial" w:cs="Arial"/>
          <w:highlight w:val="yellow"/>
        </w:rPr>
        <w:t>(indicare il nome</w:t>
      </w:r>
      <w:r w:rsidR="00F25A84">
        <w:rPr>
          <w:rFonts w:ascii="Arial" w:hAnsi="Arial" w:cs="Arial"/>
          <w:highlight w:val="yellow"/>
        </w:rPr>
        <w:t xml:space="preserve"> e cognome</w:t>
      </w:r>
      <w:r w:rsidRPr="00E13CA5">
        <w:rPr>
          <w:rFonts w:ascii="Arial" w:hAnsi="Arial" w:cs="Arial"/>
          <w:highlight w:val="yellow"/>
        </w:rPr>
        <w:t>/</w:t>
      </w:r>
      <w:r>
        <w:rPr>
          <w:rFonts w:ascii="Arial" w:hAnsi="Arial" w:cs="Arial"/>
        </w:rPr>
        <w:t>r</w:t>
      </w:r>
      <w:r w:rsidRPr="00E13CA5">
        <w:rPr>
          <w:rFonts w:ascii="Arial" w:hAnsi="Arial" w:cs="Arial"/>
          <w:highlight w:val="yellow"/>
        </w:rPr>
        <w:t xml:space="preserve">agione sociale </w:t>
      </w:r>
      <w:r>
        <w:rPr>
          <w:rFonts w:ascii="Arial" w:hAnsi="Arial" w:cs="Arial"/>
          <w:highlight w:val="yellow"/>
        </w:rPr>
        <w:t xml:space="preserve">del </w:t>
      </w:r>
      <w:r w:rsidRPr="00E13CA5">
        <w:rPr>
          <w:rFonts w:ascii="Arial" w:hAnsi="Arial" w:cs="Arial"/>
          <w:highlight w:val="yellow"/>
        </w:rPr>
        <w:t>responsabile</w:t>
      </w:r>
      <w:r>
        <w:rPr>
          <w:rFonts w:ascii="Arial" w:hAnsi="Arial" w:cs="Arial"/>
        </w:rPr>
        <w:t>)</w:t>
      </w:r>
      <w:r w:rsidRPr="00E13CA5">
        <w:rPr>
          <w:rFonts w:ascii="Arial" w:hAnsi="Arial" w:cs="Arial"/>
        </w:rPr>
        <w:t xml:space="preserve"> presenti garanzie sufficienti al fine di mettere in atto misure tecniche e organizzative</w:t>
      </w:r>
      <w:r>
        <w:rPr>
          <w:rFonts w:ascii="Arial" w:hAnsi="Arial" w:cs="Arial"/>
        </w:rPr>
        <w:t xml:space="preserve"> </w:t>
      </w:r>
      <w:r w:rsidRPr="00E13CA5">
        <w:rPr>
          <w:rFonts w:ascii="Arial" w:hAnsi="Arial" w:cs="Arial"/>
        </w:rPr>
        <w:t>affinché il trattamento di dati personali soddisfi i requisiti stabiliti dal GDPR 2016/679 e garantisca la tutela dei diritti degli interessati</w:t>
      </w:r>
    </w:p>
    <w:p w:rsidR="00E13CA5" w:rsidRPr="00E13CA5" w:rsidRDefault="00E13CA5" w:rsidP="00E13CA5">
      <w:pPr>
        <w:spacing w:after="160" w:line="259" w:lineRule="auto"/>
        <w:jc w:val="both"/>
        <w:rPr>
          <w:rFonts w:ascii="Arial" w:hAnsi="Arial" w:cs="Arial"/>
        </w:rPr>
      </w:pPr>
      <w:r w:rsidRPr="00E13CA5">
        <w:rPr>
          <w:rFonts w:ascii="Arial" w:hAnsi="Arial" w:cs="Arial"/>
        </w:rPr>
        <w:t xml:space="preserve">In virtù del </w:t>
      </w:r>
      <w:r w:rsidRPr="00E13CA5">
        <w:rPr>
          <w:rFonts w:ascii="Arial" w:hAnsi="Arial" w:cs="Arial"/>
          <w:highlight w:val="yellow"/>
        </w:rPr>
        <w:t>rapporto contrattuale</w:t>
      </w:r>
      <w:r w:rsidRPr="00E13CA5">
        <w:rPr>
          <w:rFonts w:ascii="Arial" w:hAnsi="Arial" w:cs="Arial"/>
        </w:rPr>
        <w:t xml:space="preserve"> in essere tra le parti, su cui si fonda il presente accordo di nomina, che ne costituisce parte integrante e sostanziale, la scrivente affida dati personali per l’esecuzione della prestazione concordata</w:t>
      </w:r>
      <w:bookmarkStart w:id="0" w:name="_1fob9te" w:colFirst="0" w:colLast="0"/>
      <w:bookmarkEnd w:id="0"/>
    </w:p>
    <w:p w:rsidR="00E13CA5" w:rsidRPr="00E13CA5" w:rsidRDefault="00E13CA5" w:rsidP="00E13CA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L’Istituto Comprensivo Bassa Atesina</w:t>
      </w:r>
      <w:r w:rsidRPr="00E13CA5">
        <w:rPr>
          <w:rFonts w:ascii="Arial" w:hAnsi="Arial" w:cs="Arial"/>
        </w:rPr>
        <w:t xml:space="preserve"> in qualità di Titolare del trattamento intende nominare </w:t>
      </w:r>
      <w:r w:rsidRPr="00E13CA5">
        <w:rPr>
          <w:rFonts w:ascii="Arial" w:hAnsi="Arial" w:cs="Arial"/>
          <w:highlight w:val="yellow"/>
        </w:rPr>
        <w:t>(indicare il nome/</w:t>
      </w:r>
      <w:r>
        <w:rPr>
          <w:rFonts w:ascii="Arial" w:hAnsi="Arial" w:cs="Arial"/>
        </w:rPr>
        <w:t>r</w:t>
      </w:r>
      <w:r w:rsidRPr="00E13CA5">
        <w:rPr>
          <w:rFonts w:ascii="Arial" w:hAnsi="Arial" w:cs="Arial"/>
          <w:highlight w:val="yellow"/>
        </w:rPr>
        <w:t xml:space="preserve">agione sociale </w:t>
      </w:r>
      <w:r>
        <w:rPr>
          <w:rFonts w:ascii="Arial" w:hAnsi="Arial" w:cs="Arial"/>
          <w:highlight w:val="yellow"/>
        </w:rPr>
        <w:t xml:space="preserve">del </w:t>
      </w:r>
      <w:r w:rsidRPr="00E13CA5">
        <w:rPr>
          <w:rFonts w:ascii="Arial" w:hAnsi="Arial" w:cs="Arial"/>
          <w:highlight w:val="yellow"/>
        </w:rPr>
        <w:t>responsabile</w:t>
      </w:r>
      <w:r>
        <w:rPr>
          <w:rFonts w:ascii="Arial" w:hAnsi="Arial" w:cs="Arial"/>
        </w:rPr>
        <w:t>)</w:t>
      </w:r>
      <w:r w:rsidRPr="00E13CA5">
        <w:rPr>
          <w:rFonts w:ascii="Arial" w:hAnsi="Arial" w:cs="Arial"/>
        </w:rPr>
        <w:t xml:space="preserve"> quale “</w:t>
      </w:r>
      <w:r w:rsidRPr="00E13CA5">
        <w:rPr>
          <w:rFonts w:ascii="Arial" w:hAnsi="Arial" w:cs="Arial"/>
          <w:b/>
        </w:rPr>
        <w:t>Responsabile del trattamento” ex art.28 GDPR 2016/679</w:t>
      </w:r>
      <w:r w:rsidRPr="00E13CA5">
        <w:rPr>
          <w:rFonts w:ascii="Arial" w:hAnsi="Arial" w:cs="Arial"/>
        </w:rPr>
        <w:t>.</w:t>
      </w:r>
    </w:p>
    <w:p w:rsidR="00E13CA5" w:rsidRDefault="00E13CA5" w:rsidP="00E13CA5">
      <w:pPr>
        <w:spacing w:before="120"/>
        <w:jc w:val="both"/>
        <w:rPr>
          <w:rFonts w:ascii="Arial" w:hAnsi="Arial" w:cs="Arial"/>
        </w:rPr>
      </w:pPr>
      <w:r w:rsidRPr="00E13CA5">
        <w:rPr>
          <w:rFonts w:ascii="Arial" w:hAnsi="Arial" w:cs="Arial"/>
        </w:rPr>
        <w:t>Vi chiediamo di prendere visione e di sottoscrivere il presente accordo di nomina, in relazione ai trattamenti di dati personali coinvolti dalle seguenti attività (nella misura e nei limiti previsti dal contratto e dai correlati rapporti</w:t>
      </w:r>
      <w:r>
        <w:rPr>
          <w:rFonts w:ascii="Arial" w:hAnsi="Arial" w:cs="Arial"/>
        </w:rPr>
        <w:t>):</w:t>
      </w:r>
    </w:p>
    <w:p w:rsidR="00E13CA5" w:rsidRPr="00E13CA5" w:rsidRDefault="00F25A84" w:rsidP="00A24031">
      <w:pPr>
        <w:spacing w:before="120"/>
        <w:jc w:val="both"/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t>La gestione e attivazione del progetto (indicare nominativo del progetto) che concerne i seguenti possibili trattamenti di dati personali e/o sensibili:</w:t>
      </w:r>
    </w:p>
    <w:p w:rsidR="00E13CA5" w:rsidRPr="00E13CA5" w:rsidRDefault="00E13CA5" w:rsidP="00E13CA5">
      <w:pPr>
        <w:numPr>
          <w:ilvl w:val="0"/>
          <w:numId w:val="5"/>
        </w:numPr>
        <w:jc w:val="both"/>
        <w:rPr>
          <w:rFonts w:ascii="Arial" w:hAnsi="Arial" w:cs="Arial"/>
          <w:highlight w:val="yellow"/>
        </w:rPr>
      </w:pPr>
      <w:r w:rsidRPr="00E13CA5">
        <w:rPr>
          <w:rFonts w:ascii="Arial" w:hAnsi="Arial" w:cs="Arial"/>
          <w:highlight w:val="yellow"/>
        </w:rPr>
        <w:t xml:space="preserve">la gestione di servizi di comunicazione e scambio di dati tra la scuola, le famiglie e il personale in servizio; </w:t>
      </w:r>
    </w:p>
    <w:p w:rsidR="00E13CA5" w:rsidRPr="00E13CA5" w:rsidRDefault="00E13CA5" w:rsidP="00E13CA5">
      <w:pPr>
        <w:numPr>
          <w:ilvl w:val="0"/>
          <w:numId w:val="5"/>
        </w:numPr>
        <w:jc w:val="both"/>
        <w:rPr>
          <w:rFonts w:ascii="Arial" w:hAnsi="Arial" w:cs="Arial"/>
          <w:highlight w:val="yellow"/>
        </w:rPr>
      </w:pPr>
      <w:r w:rsidRPr="00E13CA5">
        <w:rPr>
          <w:rFonts w:ascii="Arial" w:hAnsi="Arial" w:cs="Arial"/>
          <w:highlight w:val="yellow"/>
        </w:rPr>
        <w:t>la gestione di servizi di produzione e scambio di materiali da utilizzare per la didattica in classe e online;</w:t>
      </w:r>
    </w:p>
    <w:p w:rsidR="00E13CA5" w:rsidRPr="00E13CA5" w:rsidRDefault="00E13CA5" w:rsidP="00A24031">
      <w:pPr>
        <w:spacing w:before="120"/>
        <w:jc w:val="both"/>
        <w:rPr>
          <w:rFonts w:ascii="Arial" w:hAnsi="Arial" w:cs="Arial"/>
        </w:rPr>
      </w:pPr>
      <w:bookmarkStart w:id="1" w:name="_GoBack"/>
      <w:bookmarkEnd w:id="1"/>
      <w:r w:rsidRPr="00F25A84">
        <w:rPr>
          <w:rFonts w:ascii="Arial" w:hAnsi="Arial" w:cs="Arial"/>
          <w:highlight w:val="yellow"/>
        </w:rPr>
        <w:t>La ditta</w:t>
      </w:r>
      <w:r w:rsidR="00F25A84" w:rsidRPr="00F25A84">
        <w:rPr>
          <w:rFonts w:ascii="Arial" w:hAnsi="Arial" w:cs="Arial"/>
          <w:highlight w:val="yellow"/>
        </w:rPr>
        <w:t xml:space="preserve"> e/o il soggetto incaricato</w:t>
      </w:r>
      <w:r w:rsidRPr="00E13CA5">
        <w:rPr>
          <w:rFonts w:ascii="Arial" w:hAnsi="Arial" w:cs="Arial"/>
        </w:rPr>
        <w:t xml:space="preserve"> opererà quale responsabile esterno del trattamento dei dati personali, in quanto preposta al trattamento di dati personali effettuati dell’Istituto in relazione e per la durata del contratto. Se il Responsabile del trattamento, per l’esecuzione della prestazione, necessita della collaborazione di una struttura terza (società controllate e/o partecipate o attraverso fornitori qualificati dalle stesse – strutture individuabili come sub-responsabile), dovrà darne pronta comunicazione scritta al Titolare del Trattamento che, se del caso, autorizzerà la gestione e il trattamento dei dati da parte del Sub-responsabile. Spetterà al Responsabile procedere alla stesura dell’atto di nomina, in grado di vincolare il Sub-responsabile secondo le medesime regole previste nella presente nomina.</w:t>
      </w:r>
    </w:p>
    <w:p w:rsidR="00A24031" w:rsidRPr="00E13CA5" w:rsidRDefault="00E13CA5" w:rsidP="00A24031">
      <w:pPr>
        <w:spacing w:before="120" w:after="120"/>
        <w:jc w:val="both"/>
        <w:rPr>
          <w:rFonts w:ascii="Arial" w:hAnsi="Arial" w:cs="Arial"/>
        </w:rPr>
      </w:pPr>
      <w:r w:rsidRPr="00E13CA5">
        <w:rPr>
          <w:rFonts w:ascii="Arial" w:hAnsi="Arial" w:cs="Arial"/>
        </w:rPr>
        <w:t>Mediante la sottoscrizione della presente nomina, il Responsabile esterno del Trattamento dei Dati si impegna a rispettare quanto indicato nel presente atto di nomina:</w:t>
      </w:r>
    </w:p>
    <w:p w:rsidR="00E13CA5" w:rsidRPr="00E13CA5" w:rsidRDefault="00E13CA5" w:rsidP="00E13CA5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E13CA5">
        <w:rPr>
          <w:rFonts w:ascii="Arial" w:hAnsi="Arial" w:cs="Arial"/>
        </w:rPr>
        <w:t>Accesso limitato ai soli archivi e ai soli dati personali espressamente conferiti dal Titolare soltanto per quanto strettamente necessario alla fornitura dei servizi di cui al punto precedente;</w:t>
      </w:r>
    </w:p>
    <w:p w:rsidR="00E13CA5" w:rsidRPr="00E13CA5" w:rsidRDefault="00E13CA5" w:rsidP="00E13CA5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E13CA5">
        <w:rPr>
          <w:rFonts w:ascii="Arial" w:hAnsi="Arial" w:cs="Arial"/>
        </w:rPr>
        <w:lastRenderedPageBreak/>
        <w:t>L’adozione di adeguate misure di sicurezza informatiche ed organizzative atte a garantire la sicurezza, integrità e riservatezza dei dati trattati per conto del Titolare del trattamento;</w:t>
      </w:r>
    </w:p>
    <w:p w:rsidR="00E13CA5" w:rsidRPr="00E13CA5" w:rsidRDefault="00E13CA5" w:rsidP="00E13CA5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E13CA5">
        <w:rPr>
          <w:rFonts w:ascii="Arial" w:hAnsi="Arial" w:cs="Arial"/>
        </w:rPr>
        <w:t>Collaborazione con gli altri responsabili del trattamento dei dati personali dell’Istituzione scolastica;</w:t>
      </w:r>
    </w:p>
    <w:p w:rsidR="00E13CA5" w:rsidRPr="00E13CA5" w:rsidRDefault="00E13CA5" w:rsidP="00E13CA5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E13CA5">
        <w:rPr>
          <w:rFonts w:ascii="Arial" w:hAnsi="Arial" w:cs="Arial"/>
        </w:rPr>
        <w:t xml:space="preserve">Informazione immediata del titolare in caso di mancato rispetto delle norme di sicurezza e in caso di eventuali trattamenti non conformi alle presenti istruzioni; </w:t>
      </w:r>
    </w:p>
    <w:p w:rsidR="00E13CA5" w:rsidRPr="00E13CA5" w:rsidRDefault="00E13CA5" w:rsidP="00A24031">
      <w:pPr>
        <w:spacing w:before="120" w:after="120"/>
        <w:jc w:val="both"/>
        <w:rPr>
          <w:rFonts w:ascii="Arial" w:hAnsi="Arial" w:cs="Arial"/>
        </w:rPr>
      </w:pPr>
      <w:r w:rsidRPr="00E13CA5">
        <w:rPr>
          <w:rFonts w:ascii="Arial" w:hAnsi="Arial" w:cs="Arial"/>
        </w:rPr>
        <w:t>Il soggetto incaricato dichiara di essere a conoscenza e di rispettare quanto stabilito dal Regolamento UE 2016/679 e in particolare:</w:t>
      </w:r>
    </w:p>
    <w:p w:rsidR="00E13CA5" w:rsidRPr="00E13CA5" w:rsidRDefault="00E13CA5" w:rsidP="00E13CA5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E13CA5">
        <w:rPr>
          <w:rFonts w:ascii="Arial" w:hAnsi="Arial" w:cs="Arial"/>
        </w:rPr>
        <w:t>di adottare tutte le misure di sicurezza tecniche e organizzative idonee a ridurre al minimo i rischi di distruzione o perdita anche accidentale dei dati personali trattati, di accesso non autorizzato, l’illecita copia o la consultazione nonché i rischi di un trattamento non consentito o non conforme alle finalità della raccolta;</w:t>
      </w:r>
    </w:p>
    <w:p w:rsidR="00E13CA5" w:rsidRPr="00E13CA5" w:rsidRDefault="00E13CA5" w:rsidP="00E13CA5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E13CA5">
        <w:rPr>
          <w:rFonts w:ascii="Arial" w:hAnsi="Arial" w:cs="Arial"/>
        </w:rPr>
        <w:t>di attenersi agli obblighi di assoluta riservatezza connessi al suo incarico;</w:t>
      </w:r>
    </w:p>
    <w:p w:rsidR="00E13CA5" w:rsidRPr="00E13CA5" w:rsidRDefault="00E13CA5" w:rsidP="00E13CA5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E13CA5">
        <w:rPr>
          <w:rFonts w:ascii="Arial" w:hAnsi="Arial" w:cs="Arial"/>
        </w:rPr>
        <w:t>di trattare dati personali solo per quanto indispensabile in relazione all’assolvimento degli incarichi assegnati;</w:t>
      </w:r>
    </w:p>
    <w:p w:rsidR="00E13CA5" w:rsidRPr="00E13CA5" w:rsidRDefault="00E13CA5" w:rsidP="00E13CA5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E13CA5">
        <w:rPr>
          <w:rFonts w:ascii="Arial" w:hAnsi="Arial" w:cs="Arial"/>
        </w:rPr>
        <w:t xml:space="preserve">di individuare nella propria organizzazione i soggetti incaricati al trattamento dei dati, tramite apposito documento di incarico e di impartire istruzioni agli incaricati, vigilandone l’operato affinché il trattamento avvenga in modo lecito e corretto e siano garantite le misure minime di sicurezza; </w:t>
      </w:r>
    </w:p>
    <w:p w:rsidR="00E13CA5" w:rsidRPr="00E13CA5" w:rsidRDefault="00E13CA5" w:rsidP="00E13CA5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E13CA5">
        <w:rPr>
          <w:rFonts w:ascii="Arial" w:hAnsi="Arial" w:cs="Arial"/>
        </w:rPr>
        <w:t xml:space="preserve">di tenere un registro di tutte le attività relative al trattamento svolte per conto del Titolare; </w:t>
      </w:r>
    </w:p>
    <w:p w:rsidR="00E13CA5" w:rsidRPr="00E13CA5" w:rsidRDefault="00E13CA5" w:rsidP="00E13CA5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E13CA5">
        <w:rPr>
          <w:rFonts w:ascii="Arial" w:hAnsi="Arial" w:cs="Arial"/>
        </w:rPr>
        <w:t>di rispondere direttamente per i danni causati al Titolare (anche dal Sub-responsabile) in ragione del mancato rispetto delle regole contenute nel presente atto di nomina e di vigilare affinché il trattamento dei dati da parte del Sub-responsabile avvenga in modo lecito e secondo correttezza;</w:t>
      </w:r>
    </w:p>
    <w:p w:rsidR="00E13CA5" w:rsidRPr="00E13CA5" w:rsidRDefault="00E13CA5" w:rsidP="00E13CA5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E13CA5">
        <w:rPr>
          <w:rFonts w:ascii="Arial" w:hAnsi="Arial" w:cs="Arial"/>
        </w:rPr>
        <w:t>di interagire con l’Autorità Garante, in caso di richieste o di informazioni o effettuazione di controlli o di accessi da parte dell’autorità;</w:t>
      </w:r>
    </w:p>
    <w:p w:rsidR="00E13CA5" w:rsidRPr="00E13CA5" w:rsidRDefault="00E13CA5" w:rsidP="00E13CA5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E13CA5">
        <w:rPr>
          <w:rFonts w:ascii="Arial" w:hAnsi="Arial" w:cs="Arial"/>
        </w:rPr>
        <w:t xml:space="preserve">di rispettare le prescrizioni impartite dal titolare, tra cui il </w:t>
      </w:r>
      <w:r w:rsidRPr="00E13CA5">
        <w:rPr>
          <w:rFonts w:ascii="Arial" w:hAnsi="Arial" w:cs="Arial"/>
          <w:u w:val="single"/>
        </w:rPr>
        <w:t>divieto assoluto di comunicare e diffondere a terzi non autorizzati le informazioni e i dati personali di cui sia venuto a conoscenza e l’impegno ad informare prontamente il titolare in caso di mancato rispetto delle norme di sicurezza e in caso di eventuali incidenti</w:t>
      </w:r>
      <w:r w:rsidRPr="00E13CA5">
        <w:rPr>
          <w:rFonts w:ascii="Arial" w:hAnsi="Arial" w:cs="Arial"/>
        </w:rPr>
        <w:t xml:space="preserve"> o più in generale di ogni questione rilevante ai fini della legge.</w:t>
      </w:r>
    </w:p>
    <w:p w:rsidR="00E13CA5" w:rsidRPr="00E13CA5" w:rsidRDefault="00E13CA5" w:rsidP="00E13CA5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E13CA5">
        <w:rPr>
          <w:rFonts w:ascii="Arial" w:hAnsi="Arial" w:cs="Arial"/>
        </w:rPr>
        <w:t>di conoscere e rispettare le prescrizioni del Regolamento UE 2016/6799, impegnandosi a collaborare con il titolare e il responsabile interno del trattamento per il rispetto delle prescrizioni ivi contenute.</w:t>
      </w:r>
    </w:p>
    <w:p w:rsidR="00E13CA5" w:rsidRPr="00E13CA5" w:rsidRDefault="00E13CA5" w:rsidP="00A24031">
      <w:pPr>
        <w:spacing w:before="120"/>
        <w:jc w:val="both"/>
        <w:rPr>
          <w:rFonts w:ascii="Arial" w:hAnsi="Arial" w:cs="Arial"/>
        </w:rPr>
      </w:pPr>
      <w:r w:rsidRPr="00E13CA5">
        <w:rPr>
          <w:rFonts w:ascii="Arial" w:hAnsi="Arial" w:cs="Arial"/>
        </w:rPr>
        <w:t>Il presente incarico avrà durata illimitata e potrà essere revocato in ogni momento dal titolare del trattamento dei dati personali, fermo restando il venir meno dello stesso al termine dei rapporti contrattuali sottostanti.</w:t>
      </w:r>
    </w:p>
    <w:p w:rsidR="00E13CA5" w:rsidRDefault="00E13CA5" w:rsidP="00E13CA5">
      <w:pPr>
        <w:spacing w:before="24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Il presente accordo</w:t>
      </w:r>
      <w:r w:rsidRPr="00545AF1">
        <w:rPr>
          <w:rFonts w:ascii="Arial" w:hAnsi="Arial" w:cs="Arial"/>
        </w:rPr>
        <w:t xml:space="preserve"> viene sottoscritt</w:t>
      </w:r>
      <w:r>
        <w:rPr>
          <w:rFonts w:ascii="Arial" w:hAnsi="Arial" w:cs="Arial"/>
        </w:rPr>
        <w:t>o</w:t>
      </w:r>
      <w:r w:rsidRPr="00545AF1">
        <w:rPr>
          <w:rFonts w:ascii="Arial" w:hAnsi="Arial" w:cs="Arial"/>
        </w:rPr>
        <w:t xml:space="preserve"> con firma autografa in modalità cartacea. Questa avverrà in presenza del</w:t>
      </w:r>
      <w:r>
        <w:rPr>
          <w:rFonts w:ascii="Arial" w:hAnsi="Arial" w:cs="Arial"/>
        </w:rPr>
        <w:t>la Dirigente scolastica prof.ssa Raffaella Lago</w:t>
      </w:r>
      <w:r w:rsidRPr="00545AF1">
        <w:rPr>
          <w:rFonts w:ascii="Arial" w:hAnsi="Arial" w:cs="Arial"/>
        </w:rPr>
        <w:t>, che provvederà alla sottoscrizione dell</w:t>
      </w:r>
      <w:r>
        <w:rPr>
          <w:rFonts w:ascii="Arial" w:hAnsi="Arial" w:cs="Arial"/>
        </w:rPr>
        <w:t>o</w:t>
      </w:r>
      <w:r w:rsidRPr="00545AF1">
        <w:rPr>
          <w:rFonts w:ascii="Arial" w:hAnsi="Arial" w:cs="Arial"/>
        </w:rPr>
        <w:t xml:space="preserve"> stess</w:t>
      </w:r>
      <w:r>
        <w:rPr>
          <w:rFonts w:ascii="Arial" w:hAnsi="Arial" w:cs="Arial"/>
        </w:rPr>
        <w:t>o</w:t>
      </w:r>
      <w:r w:rsidRPr="00545AF1">
        <w:rPr>
          <w:rFonts w:ascii="Arial" w:hAnsi="Arial" w:cs="Arial"/>
        </w:rPr>
        <w:t xml:space="preserve"> in modalità digitale, attestandone allo stesso tempo la conformità.</w:t>
      </w:r>
    </w:p>
    <w:p w:rsidR="00E13CA5" w:rsidRDefault="00E13CA5" w:rsidP="00E13CA5">
      <w:pPr>
        <w:spacing w:line="276" w:lineRule="auto"/>
        <w:ind w:firstLine="7513"/>
        <w:jc w:val="both"/>
        <w:rPr>
          <w:rFonts w:ascii="Arial" w:hAnsi="Arial" w:cs="Arial"/>
        </w:rPr>
      </w:pPr>
      <w:r>
        <w:rPr>
          <w:rFonts w:ascii="Arial" w:hAnsi="Arial" w:cs="Arial"/>
        </w:rPr>
        <w:t>La Dirigente scolastica</w:t>
      </w:r>
    </w:p>
    <w:p w:rsidR="00E13CA5" w:rsidRDefault="00E13CA5" w:rsidP="00E13CA5">
      <w:pPr>
        <w:spacing w:line="276" w:lineRule="auto"/>
        <w:ind w:firstLine="7513"/>
        <w:jc w:val="both"/>
        <w:rPr>
          <w:rFonts w:ascii="Arial" w:hAnsi="Arial" w:cs="Arial"/>
        </w:rPr>
      </w:pPr>
      <w:r>
        <w:rPr>
          <w:rFonts w:ascii="Arial" w:hAnsi="Arial" w:cs="Arial"/>
        </w:rPr>
        <w:t>Prof.ssa Raffaella Lago</w:t>
      </w:r>
    </w:p>
    <w:p w:rsidR="00E13CA5" w:rsidRPr="00FC51C5" w:rsidRDefault="00E13CA5" w:rsidP="00E13CA5">
      <w:pPr>
        <w:spacing w:line="276" w:lineRule="auto"/>
        <w:ind w:firstLine="7513"/>
        <w:jc w:val="both"/>
        <w:rPr>
          <w:rFonts w:ascii="Arial" w:hAnsi="Arial" w:cs="Arial"/>
          <w:sz w:val="18"/>
        </w:rPr>
      </w:pPr>
      <w:r w:rsidRPr="002A3CA0">
        <w:rPr>
          <w:rFonts w:ascii="Arial" w:hAnsi="Arial" w:cs="Arial"/>
          <w:sz w:val="18"/>
        </w:rPr>
        <w:t>(firmato digitalmente)</w:t>
      </w:r>
    </w:p>
    <w:p w:rsidR="00E13CA5" w:rsidRPr="007066FD" w:rsidRDefault="00E13CA5" w:rsidP="00E13CA5">
      <w:pPr>
        <w:jc w:val="both"/>
        <w:rPr>
          <w:rFonts w:ascii="Arial" w:hAnsi="Arial" w:cs="Arial"/>
          <w:highlight w:val="white"/>
        </w:rPr>
      </w:pPr>
      <w:r w:rsidRPr="007066FD">
        <w:rPr>
          <w:rFonts w:ascii="Arial" w:hAnsi="Arial" w:cs="Arial"/>
          <w:highlight w:val="white"/>
        </w:rPr>
        <w:t xml:space="preserve">Per presa visione </w:t>
      </w:r>
    </w:p>
    <w:p w:rsidR="00E13CA5" w:rsidRPr="00A24031" w:rsidRDefault="00E13CA5" w:rsidP="00A24031">
      <w:pPr>
        <w:spacing w:after="120"/>
        <w:jc w:val="both"/>
        <w:rPr>
          <w:rFonts w:ascii="Arial" w:hAnsi="Arial" w:cs="Arial"/>
          <w:highlight w:val="white"/>
        </w:rPr>
      </w:pPr>
      <w:r w:rsidRPr="007066FD">
        <w:rPr>
          <w:rFonts w:ascii="Arial" w:hAnsi="Arial" w:cs="Arial"/>
          <w:highlight w:val="white"/>
        </w:rPr>
        <w:t>L’autorizzata/l’autorizzato</w:t>
      </w:r>
    </w:p>
    <w:p w:rsidR="00E13CA5" w:rsidRPr="004A2C71" w:rsidRDefault="00E13CA5" w:rsidP="00E13CA5">
      <w:pPr>
        <w:rPr>
          <w:rFonts w:ascii="Arial" w:hAnsi="Arial" w:cs="Arial"/>
          <w:highlight w:val="white"/>
        </w:rPr>
      </w:pPr>
      <w:r w:rsidRPr="007066FD">
        <w:rPr>
          <w:rFonts w:ascii="Arial" w:hAnsi="Arial" w:cs="Arial"/>
          <w:highlight w:val="white"/>
        </w:rPr>
        <w:t>___________________________</w:t>
      </w:r>
    </w:p>
    <w:sectPr w:rsidR="00E13CA5" w:rsidRPr="004A2C71" w:rsidSect="00D14D9B">
      <w:headerReference w:type="default" r:id="rId9"/>
      <w:footerReference w:type="even" r:id="rId10"/>
      <w:footerReference w:type="first" r:id="rId11"/>
      <w:pgSz w:w="11906" w:h="16838" w:code="9"/>
      <w:pgMar w:top="1134" w:right="1134" w:bottom="1418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78CF" w:rsidRDefault="007278CF">
      <w:r>
        <w:separator/>
      </w:r>
    </w:p>
  </w:endnote>
  <w:endnote w:type="continuationSeparator" w:id="0">
    <w:p w:rsidR="007278CF" w:rsidRDefault="00727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78CF" w:rsidRDefault="007278CF" w:rsidP="00B516F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7278CF" w:rsidRDefault="007278CF" w:rsidP="00B516F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341" w:type="dxa"/>
      <w:jc w:val="center"/>
      <w:tblBorders>
        <w:top w:val="single" w:sz="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990"/>
      <w:gridCol w:w="227"/>
      <w:gridCol w:w="907"/>
      <w:gridCol w:w="227"/>
      <w:gridCol w:w="4990"/>
    </w:tblGrid>
    <w:tr w:rsidR="007278CF" w:rsidRPr="003F45CA" w:rsidTr="007278CF">
      <w:trPr>
        <w:cantSplit/>
        <w:trHeight w:val="698"/>
        <w:jc w:val="center"/>
      </w:trPr>
      <w:tc>
        <w:tcPr>
          <w:tcW w:w="4990" w:type="dxa"/>
          <w:tcBorders>
            <w:top w:val="single" w:sz="4" w:space="0" w:color="auto"/>
          </w:tcBorders>
        </w:tcPr>
        <w:p w:rsidR="007278CF" w:rsidRPr="002C0CA6" w:rsidRDefault="007278CF" w:rsidP="00D14D9B">
          <w:pPr>
            <w:spacing w:before="80" w:line="180" w:lineRule="exact"/>
            <w:jc w:val="right"/>
            <w:rPr>
              <w:rFonts w:ascii="Arial" w:hAnsi="Arial" w:cs="Arial"/>
              <w:sz w:val="16"/>
            </w:rPr>
          </w:pPr>
          <w:r w:rsidRPr="002C0CA6">
            <w:rPr>
              <w:rFonts w:ascii="Arial" w:hAnsi="Arial" w:cs="Arial"/>
              <w:sz w:val="16"/>
            </w:rPr>
            <w:t xml:space="preserve">P.zza della Scuola 6 </w:t>
          </w:r>
          <w:r w:rsidRPr="002C0CA6">
            <w:rPr>
              <w:rFonts w:ascii="Arial" w:hAnsi="Arial" w:cs="Arial"/>
              <w:sz w:val="14"/>
            </w:rPr>
            <w:sym w:font="Wingdings" w:char="F09F"/>
          </w:r>
          <w:r w:rsidRPr="002C0CA6">
            <w:rPr>
              <w:rFonts w:ascii="Arial" w:hAnsi="Arial" w:cs="Arial"/>
              <w:sz w:val="16"/>
            </w:rPr>
            <w:t xml:space="preserve"> 39044 Egna (BZ)</w:t>
          </w:r>
        </w:p>
        <w:p w:rsidR="007278CF" w:rsidRPr="002C0CA6" w:rsidRDefault="007278CF" w:rsidP="00D14D9B">
          <w:pPr>
            <w:spacing w:line="180" w:lineRule="exact"/>
            <w:jc w:val="right"/>
            <w:rPr>
              <w:rFonts w:ascii="Arial" w:hAnsi="Arial" w:cs="Arial"/>
              <w:sz w:val="16"/>
            </w:rPr>
          </w:pPr>
          <w:r w:rsidRPr="002C0CA6">
            <w:rPr>
              <w:rFonts w:ascii="Arial" w:hAnsi="Arial" w:cs="Arial"/>
              <w:sz w:val="16"/>
            </w:rPr>
            <w:t xml:space="preserve">Tel. 0471 81 22 15 </w:t>
          </w:r>
          <w:r w:rsidRPr="002C0CA6">
            <w:rPr>
              <w:rFonts w:ascii="Arial" w:hAnsi="Arial" w:cs="Arial"/>
              <w:sz w:val="14"/>
            </w:rPr>
            <w:sym w:font="Wingdings" w:char="F09F"/>
          </w:r>
          <w:r w:rsidRPr="002C0CA6">
            <w:rPr>
              <w:rFonts w:ascii="Arial" w:hAnsi="Arial" w:cs="Arial"/>
              <w:sz w:val="16"/>
            </w:rPr>
            <w:t xml:space="preserve"> Fax 0471 82 05 27</w:t>
          </w:r>
        </w:p>
        <w:p w:rsidR="007278CF" w:rsidRPr="002C0CA6" w:rsidRDefault="00F25A84" w:rsidP="00D14D9B">
          <w:pPr>
            <w:spacing w:line="180" w:lineRule="exact"/>
            <w:jc w:val="right"/>
            <w:rPr>
              <w:rFonts w:ascii="Arial" w:hAnsi="Arial" w:cs="Arial"/>
              <w:sz w:val="16"/>
            </w:rPr>
          </w:pPr>
          <w:hyperlink r:id="rId1" w:history="1">
            <w:r w:rsidR="007278CF" w:rsidRPr="002C0CA6">
              <w:rPr>
                <w:rStyle w:val="Collegamentoipertestuale"/>
                <w:rFonts w:ascii="Arial" w:hAnsi="Arial" w:cs="Arial"/>
                <w:color w:val="auto"/>
                <w:sz w:val="16"/>
                <w:u w:val="none"/>
              </w:rPr>
              <w:t>www.ic-bassa-atesina.it</w:t>
            </w:r>
          </w:hyperlink>
        </w:p>
        <w:p w:rsidR="007278CF" w:rsidRPr="002C0CA6" w:rsidRDefault="007278CF" w:rsidP="00D14D9B">
          <w:pPr>
            <w:spacing w:line="180" w:lineRule="exact"/>
            <w:jc w:val="right"/>
            <w:rPr>
              <w:rFonts w:ascii="Arial" w:hAnsi="Arial" w:cs="Arial"/>
              <w:sz w:val="16"/>
            </w:rPr>
          </w:pPr>
          <w:r w:rsidRPr="002C0CA6">
            <w:rPr>
              <w:rFonts w:ascii="Arial" w:hAnsi="Arial" w:cs="Arial"/>
              <w:sz w:val="16"/>
            </w:rPr>
            <w:t>ic.bassaatesina@scuola.alto-adige.it</w:t>
          </w:r>
        </w:p>
        <w:p w:rsidR="007278CF" w:rsidRPr="002C0CA6" w:rsidRDefault="007278CF" w:rsidP="00D14D9B">
          <w:pPr>
            <w:spacing w:line="180" w:lineRule="exact"/>
            <w:jc w:val="right"/>
            <w:rPr>
              <w:rFonts w:ascii="Arial" w:hAnsi="Arial" w:cs="Arial"/>
              <w:sz w:val="16"/>
            </w:rPr>
          </w:pPr>
          <w:r w:rsidRPr="002C0CA6">
            <w:rPr>
              <w:rFonts w:ascii="Arial" w:hAnsi="Arial" w:cs="Arial"/>
              <w:sz w:val="16"/>
            </w:rPr>
            <w:t xml:space="preserve">Cod. </w:t>
          </w:r>
          <w:proofErr w:type="spellStart"/>
          <w:r w:rsidRPr="002C0CA6">
            <w:rPr>
              <w:rFonts w:ascii="Arial" w:hAnsi="Arial" w:cs="Arial"/>
              <w:sz w:val="16"/>
            </w:rPr>
            <w:t>fisc</w:t>
          </w:r>
          <w:proofErr w:type="spellEnd"/>
          <w:r w:rsidRPr="002C0CA6">
            <w:rPr>
              <w:rFonts w:ascii="Arial" w:hAnsi="Arial" w:cs="Arial"/>
              <w:sz w:val="16"/>
            </w:rPr>
            <w:t>. 80005300217</w:t>
          </w:r>
        </w:p>
      </w:tc>
      <w:tc>
        <w:tcPr>
          <w:tcW w:w="227" w:type="dxa"/>
          <w:tcBorders>
            <w:top w:val="single" w:sz="4" w:space="0" w:color="auto"/>
          </w:tcBorders>
          <w:vAlign w:val="center"/>
        </w:tcPr>
        <w:p w:rsidR="007278CF" w:rsidRPr="002C0CA6" w:rsidRDefault="007278CF" w:rsidP="00D14D9B">
          <w:pPr>
            <w:spacing w:before="80"/>
            <w:jc w:val="center"/>
            <w:rPr>
              <w:rFonts w:ascii="Arial" w:hAnsi="Arial" w:cs="Arial"/>
              <w:sz w:val="16"/>
            </w:rPr>
          </w:pPr>
        </w:p>
      </w:tc>
      <w:tc>
        <w:tcPr>
          <w:tcW w:w="907" w:type="dxa"/>
          <w:tcBorders>
            <w:top w:val="single" w:sz="4" w:space="0" w:color="auto"/>
          </w:tcBorders>
          <w:vAlign w:val="center"/>
        </w:tcPr>
        <w:p w:rsidR="007278CF" w:rsidRPr="003F45CA" w:rsidRDefault="007278CF" w:rsidP="00D14D9B">
          <w:pPr>
            <w:spacing w:before="80"/>
            <w:jc w:val="center"/>
            <w:rPr>
              <w:rFonts w:ascii="Arial" w:hAnsi="Arial" w:cs="Arial"/>
              <w:sz w:val="16"/>
            </w:rPr>
          </w:pPr>
          <w:r w:rsidRPr="003F45CA">
            <w:rPr>
              <w:rFonts w:ascii="Arial" w:hAnsi="Arial" w:cs="Arial"/>
              <w:sz w:val="16"/>
            </w:rPr>
            <w:fldChar w:fldCharType="begin"/>
          </w:r>
          <w:r w:rsidRPr="003F45CA">
            <w:rPr>
              <w:rFonts w:ascii="Arial" w:hAnsi="Arial" w:cs="Arial"/>
              <w:sz w:val="16"/>
            </w:rPr>
            <w:instrText xml:space="preserve"> INCLUDEPICTURE  "C:\\CD-PAB\\Impl\\template\\Logos\\nologo-sw.png" </w:instrText>
          </w:r>
          <w:r w:rsidRPr="003F45CA">
            <w:rPr>
              <w:rFonts w:ascii="Arial" w:hAnsi="Arial" w:cs="Arial"/>
              <w:sz w:val="16"/>
            </w:rPr>
            <w:fldChar w:fldCharType="separate"/>
          </w:r>
          <w:r>
            <w:rPr>
              <w:rFonts w:ascii="Arial" w:hAnsi="Arial" w:cs="Arial"/>
              <w:sz w:val="16"/>
            </w:rPr>
            <w:fldChar w:fldCharType="begin"/>
          </w:r>
          <w:r>
            <w:rPr>
              <w:rFonts w:ascii="Arial" w:hAnsi="Arial" w:cs="Arial"/>
              <w:sz w:val="16"/>
            </w:rPr>
            <w:instrText xml:space="preserve"> INCLUDEPICTURE  "C:\\CD-PAB\\Impl\\template\\Logos\\nologo-sw.png" \* MERGEFORMATINET </w:instrText>
          </w:r>
          <w:r>
            <w:rPr>
              <w:rFonts w:ascii="Arial" w:hAnsi="Arial" w:cs="Arial"/>
              <w:sz w:val="16"/>
            </w:rPr>
            <w:fldChar w:fldCharType="separate"/>
          </w:r>
          <w:r>
            <w:rPr>
              <w:rFonts w:ascii="Arial" w:hAnsi="Arial" w:cs="Arial"/>
              <w:sz w:val="16"/>
            </w:rPr>
            <w:fldChar w:fldCharType="begin"/>
          </w:r>
          <w:r>
            <w:rPr>
              <w:rFonts w:ascii="Arial" w:hAnsi="Arial" w:cs="Arial"/>
              <w:sz w:val="16"/>
            </w:rPr>
            <w:instrText xml:space="preserve"> INCLUDEPICTURE  "C:\\CD-PAB\\Impl\\template\\Logos\\nologo-sw.png" \* MERGEFORMATINET </w:instrText>
          </w:r>
          <w:r>
            <w:rPr>
              <w:rFonts w:ascii="Arial" w:hAnsi="Arial" w:cs="Arial"/>
              <w:sz w:val="16"/>
            </w:rPr>
            <w:fldChar w:fldCharType="separate"/>
          </w:r>
          <w:r>
            <w:rPr>
              <w:rFonts w:ascii="Arial" w:hAnsi="Arial" w:cs="Arial"/>
              <w:sz w:val="16"/>
            </w:rPr>
            <w:fldChar w:fldCharType="begin"/>
          </w:r>
          <w:r>
            <w:rPr>
              <w:rFonts w:ascii="Arial" w:hAnsi="Arial" w:cs="Arial"/>
              <w:sz w:val="16"/>
            </w:rPr>
            <w:instrText xml:space="preserve"> INCLUDEPICTURE  "C:\\CD-PAB\\Impl\\template\\Logos\\nologo-sw.png" \* MERGEFORMATINET </w:instrText>
          </w:r>
          <w:r>
            <w:rPr>
              <w:rFonts w:ascii="Arial" w:hAnsi="Arial" w:cs="Arial"/>
              <w:sz w:val="16"/>
            </w:rPr>
            <w:fldChar w:fldCharType="separate"/>
          </w:r>
          <w:r>
            <w:rPr>
              <w:rFonts w:ascii="Arial" w:hAnsi="Arial" w:cs="Arial"/>
              <w:sz w:val="16"/>
            </w:rPr>
            <w:fldChar w:fldCharType="begin"/>
          </w:r>
          <w:r>
            <w:rPr>
              <w:rFonts w:ascii="Arial" w:hAnsi="Arial" w:cs="Arial"/>
              <w:sz w:val="16"/>
            </w:rPr>
            <w:instrText xml:space="preserve"> INCLUDEPICTURE  "C:\\CD-PAB\\Impl\\template\\Logos\\nologo-sw.png" \* MERGEFORMATINET </w:instrText>
          </w:r>
          <w:r>
            <w:rPr>
              <w:rFonts w:ascii="Arial" w:hAnsi="Arial" w:cs="Arial"/>
              <w:sz w:val="16"/>
            </w:rPr>
            <w:fldChar w:fldCharType="separate"/>
          </w:r>
          <w:r>
            <w:rPr>
              <w:rFonts w:ascii="Arial" w:hAnsi="Arial" w:cs="Arial"/>
              <w:sz w:val="16"/>
            </w:rPr>
            <w:fldChar w:fldCharType="begin"/>
          </w:r>
          <w:r>
            <w:rPr>
              <w:rFonts w:ascii="Arial" w:hAnsi="Arial" w:cs="Arial"/>
              <w:sz w:val="16"/>
            </w:rPr>
            <w:instrText xml:space="preserve"> INCLUDEPICTURE  "C:\\CD-PAB\\Impl\\template\\Logos\\nologo-sw.png" \* MERGEFORMATINET </w:instrText>
          </w:r>
          <w:r>
            <w:rPr>
              <w:rFonts w:ascii="Arial" w:hAnsi="Arial" w:cs="Arial"/>
              <w:sz w:val="16"/>
            </w:rPr>
            <w:fldChar w:fldCharType="separate"/>
          </w:r>
          <w:r>
            <w:rPr>
              <w:rFonts w:ascii="Arial" w:hAnsi="Arial" w:cs="Arial"/>
              <w:sz w:val="16"/>
            </w:rPr>
            <w:fldChar w:fldCharType="begin"/>
          </w:r>
          <w:r>
            <w:rPr>
              <w:rFonts w:ascii="Arial" w:hAnsi="Arial" w:cs="Arial"/>
              <w:sz w:val="16"/>
            </w:rPr>
            <w:instrText xml:space="preserve"> INCLUDEPICTURE  "C:\\CD-PAB\\Impl\\template\\Logos\\nologo-sw.png" \* MERGEFORMATINET </w:instrText>
          </w:r>
          <w:r>
            <w:rPr>
              <w:rFonts w:ascii="Arial" w:hAnsi="Arial" w:cs="Arial"/>
              <w:sz w:val="16"/>
            </w:rPr>
            <w:fldChar w:fldCharType="separate"/>
          </w:r>
          <w:r>
            <w:rPr>
              <w:rFonts w:ascii="Arial" w:hAnsi="Arial" w:cs="Arial"/>
              <w:sz w:val="16"/>
            </w:rPr>
            <w:fldChar w:fldCharType="begin"/>
          </w:r>
          <w:r>
            <w:rPr>
              <w:rFonts w:ascii="Arial" w:hAnsi="Arial" w:cs="Arial"/>
              <w:sz w:val="16"/>
            </w:rPr>
            <w:instrText xml:space="preserve"> INCLUDEPICTURE  "C:\\CD-PAB\\Impl\\template\\Logos\\nologo-sw.png" \* MERGEFORMATINET </w:instrText>
          </w:r>
          <w:r>
            <w:rPr>
              <w:rFonts w:ascii="Arial" w:hAnsi="Arial" w:cs="Arial"/>
              <w:sz w:val="16"/>
            </w:rPr>
            <w:fldChar w:fldCharType="separate"/>
          </w:r>
          <w:r>
            <w:rPr>
              <w:rFonts w:ascii="Arial" w:hAnsi="Arial" w:cs="Arial"/>
              <w:sz w:val="16"/>
            </w:rPr>
            <w:fldChar w:fldCharType="begin"/>
          </w:r>
          <w:r>
            <w:rPr>
              <w:rFonts w:ascii="Arial" w:hAnsi="Arial" w:cs="Arial"/>
              <w:sz w:val="16"/>
            </w:rPr>
            <w:instrText xml:space="preserve"> INCLUDEPICTURE  "C:\\CD-PAB\\Impl\\template\\Logos\\nologo-sw.png" \* MERGEFORMATINET </w:instrText>
          </w:r>
          <w:r>
            <w:rPr>
              <w:rFonts w:ascii="Arial" w:hAnsi="Arial" w:cs="Arial"/>
              <w:sz w:val="16"/>
            </w:rPr>
            <w:fldChar w:fldCharType="separate"/>
          </w:r>
          <w:r>
            <w:rPr>
              <w:rFonts w:ascii="Arial" w:hAnsi="Arial" w:cs="Arial"/>
              <w:sz w:val="16"/>
            </w:rPr>
            <w:fldChar w:fldCharType="begin"/>
          </w:r>
          <w:r>
            <w:rPr>
              <w:rFonts w:ascii="Arial" w:hAnsi="Arial" w:cs="Arial"/>
              <w:sz w:val="16"/>
            </w:rPr>
            <w:instrText xml:space="preserve"> INCLUDEPICTURE  "C:\\CD-PAB\\Impl\\template\\Logos\\nologo-sw.png" \* MERGEFORMATINET </w:instrText>
          </w:r>
          <w:r>
            <w:rPr>
              <w:rFonts w:ascii="Arial" w:hAnsi="Arial" w:cs="Arial"/>
              <w:sz w:val="16"/>
            </w:rPr>
            <w:fldChar w:fldCharType="separate"/>
          </w:r>
          <w:r>
            <w:rPr>
              <w:rFonts w:ascii="Arial" w:hAnsi="Arial" w:cs="Arial"/>
              <w:sz w:val="16"/>
            </w:rPr>
            <w:fldChar w:fldCharType="begin"/>
          </w:r>
          <w:r>
            <w:rPr>
              <w:rFonts w:ascii="Arial" w:hAnsi="Arial" w:cs="Arial"/>
              <w:sz w:val="16"/>
            </w:rPr>
            <w:instrText xml:space="preserve"> INCLUDEPICTURE  "C:\\CD-PAB\\Impl\\template\\Logos\\nologo-sw.png" \* MERGEFORMATINET </w:instrText>
          </w:r>
          <w:r>
            <w:rPr>
              <w:rFonts w:ascii="Arial" w:hAnsi="Arial" w:cs="Arial"/>
              <w:sz w:val="16"/>
            </w:rPr>
            <w:fldChar w:fldCharType="separate"/>
          </w:r>
          <w:r>
            <w:rPr>
              <w:rFonts w:ascii="Arial" w:hAnsi="Arial" w:cs="Arial"/>
              <w:sz w:val="16"/>
            </w:rPr>
            <w:fldChar w:fldCharType="begin"/>
          </w:r>
          <w:r>
            <w:rPr>
              <w:rFonts w:ascii="Arial" w:hAnsi="Arial" w:cs="Arial"/>
              <w:sz w:val="16"/>
            </w:rPr>
            <w:instrText xml:space="preserve"> INCLUDEPICTURE  "C:\\CD-PAB\\Impl\\template\\Logos\\nologo-sw.png" \* MERGEFORMATINET </w:instrText>
          </w:r>
          <w:r>
            <w:rPr>
              <w:rFonts w:ascii="Arial" w:hAnsi="Arial" w:cs="Arial"/>
              <w:sz w:val="16"/>
            </w:rPr>
            <w:fldChar w:fldCharType="separate"/>
          </w:r>
          <w:r>
            <w:rPr>
              <w:rFonts w:ascii="Arial" w:hAnsi="Arial" w:cs="Arial"/>
              <w:sz w:val="16"/>
            </w:rPr>
            <w:fldChar w:fldCharType="begin"/>
          </w:r>
          <w:r>
            <w:rPr>
              <w:rFonts w:ascii="Arial" w:hAnsi="Arial" w:cs="Arial"/>
              <w:sz w:val="16"/>
            </w:rPr>
            <w:instrText xml:space="preserve"> INCLUDEPICTURE  "C:\\CD-PAB\\Impl\\template\\Logos\\nologo-sw.png" \* MERGEFORMATINET </w:instrText>
          </w:r>
          <w:r>
            <w:rPr>
              <w:rFonts w:ascii="Arial" w:hAnsi="Arial" w:cs="Arial"/>
              <w:sz w:val="16"/>
            </w:rPr>
            <w:fldChar w:fldCharType="separate"/>
          </w:r>
          <w:r>
            <w:rPr>
              <w:rFonts w:ascii="Arial" w:hAnsi="Arial" w:cs="Arial"/>
              <w:sz w:val="16"/>
            </w:rPr>
            <w:fldChar w:fldCharType="begin"/>
          </w:r>
          <w:r>
            <w:rPr>
              <w:rFonts w:ascii="Arial" w:hAnsi="Arial" w:cs="Arial"/>
              <w:sz w:val="16"/>
            </w:rPr>
            <w:instrText xml:space="preserve"> INCLUDEPICTURE  "C:\\CD-PAB\\Impl\\template\\Logos\\nologo-sw.png" \* MERGEFORMATINET </w:instrText>
          </w:r>
          <w:r>
            <w:rPr>
              <w:rFonts w:ascii="Arial" w:hAnsi="Arial" w:cs="Arial"/>
              <w:sz w:val="16"/>
            </w:rPr>
            <w:fldChar w:fldCharType="separate"/>
          </w:r>
          <w:r w:rsidR="00C118B6">
            <w:rPr>
              <w:rFonts w:ascii="Arial" w:hAnsi="Arial" w:cs="Arial"/>
              <w:sz w:val="16"/>
            </w:rPr>
            <w:fldChar w:fldCharType="begin"/>
          </w:r>
          <w:r w:rsidR="00C118B6">
            <w:rPr>
              <w:rFonts w:ascii="Arial" w:hAnsi="Arial" w:cs="Arial"/>
              <w:sz w:val="16"/>
            </w:rPr>
            <w:instrText xml:space="preserve"> INCLUDEPICTURE  "C:\\CD-PAB\\Impl\\template\\Logos\\nologo-sw.png" \* MERGEFORMATINET </w:instrText>
          </w:r>
          <w:r w:rsidR="00C118B6">
            <w:rPr>
              <w:rFonts w:ascii="Arial" w:hAnsi="Arial" w:cs="Arial"/>
              <w:sz w:val="16"/>
            </w:rPr>
            <w:fldChar w:fldCharType="separate"/>
          </w:r>
          <w:r w:rsidR="002C0D83">
            <w:rPr>
              <w:rFonts w:ascii="Arial" w:hAnsi="Arial" w:cs="Arial"/>
              <w:sz w:val="16"/>
            </w:rPr>
            <w:fldChar w:fldCharType="begin"/>
          </w:r>
          <w:r w:rsidR="002C0D83">
            <w:rPr>
              <w:rFonts w:ascii="Arial" w:hAnsi="Arial" w:cs="Arial"/>
              <w:sz w:val="16"/>
            </w:rPr>
            <w:instrText xml:space="preserve"> INCLUDEPICTURE  "C:\\CD-PAB\\Impl\\template\\Logos\\nologo-sw.png" \* MERGEFORMATINET </w:instrText>
          </w:r>
          <w:r w:rsidR="002C0D83">
            <w:rPr>
              <w:rFonts w:ascii="Arial" w:hAnsi="Arial" w:cs="Arial"/>
              <w:sz w:val="16"/>
            </w:rPr>
            <w:fldChar w:fldCharType="separate"/>
          </w:r>
          <w:r w:rsidR="00254F6D">
            <w:rPr>
              <w:rFonts w:ascii="Arial" w:hAnsi="Arial" w:cs="Arial"/>
              <w:sz w:val="16"/>
            </w:rPr>
            <w:fldChar w:fldCharType="begin"/>
          </w:r>
          <w:r w:rsidR="00254F6D">
            <w:rPr>
              <w:rFonts w:ascii="Arial" w:hAnsi="Arial" w:cs="Arial"/>
              <w:sz w:val="16"/>
            </w:rPr>
            <w:instrText xml:space="preserve"> INCLUDEPICTURE  "C:\\CD-PAB\\Impl\\template\\Logos\\nologo-sw.png" \* MERGEFORMATINET </w:instrText>
          </w:r>
          <w:r w:rsidR="00254F6D">
            <w:rPr>
              <w:rFonts w:ascii="Arial" w:hAnsi="Arial" w:cs="Arial"/>
              <w:sz w:val="16"/>
            </w:rPr>
            <w:fldChar w:fldCharType="separate"/>
          </w:r>
          <w:r w:rsidR="003D5A65">
            <w:rPr>
              <w:rFonts w:ascii="Arial" w:hAnsi="Arial" w:cs="Arial"/>
              <w:sz w:val="16"/>
            </w:rPr>
            <w:fldChar w:fldCharType="begin"/>
          </w:r>
          <w:r w:rsidR="003D5A65">
            <w:rPr>
              <w:rFonts w:ascii="Arial" w:hAnsi="Arial" w:cs="Arial"/>
              <w:sz w:val="16"/>
            </w:rPr>
            <w:instrText xml:space="preserve"> INCLUDEPICTURE  "C:\\CD-PAB\\Impl\\template\\Logos\\nologo-sw.png" \* MERGEFORMATINET </w:instrText>
          </w:r>
          <w:r w:rsidR="003D5A65">
            <w:rPr>
              <w:rFonts w:ascii="Arial" w:hAnsi="Arial" w:cs="Arial"/>
              <w:sz w:val="16"/>
            </w:rPr>
            <w:fldChar w:fldCharType="separate"/>
          </w:r>
          <w:r w:rsidR="009067E5">
            <w:rPr>
              <w:rFonts w:ascii="Arial" w:hAnsi="Arial" w:cs="Arial"/>
              <w:sz w:val="16"/>
            </w:rPr>
            <w:fldChar w:fldCharType="begin"/>
          </w:r>
          <w:r w:rsidR="009067E5">
            <w:rPr>
              <w:rFonts w:ascii="Arial" w:hAnsi="Arial" w:cs="Arial"/>
              <w:sz w:val="16"/>
            </w:rPr>
            <w:instrText xml:space="preserve"> INCLUDEPICTURE  "C:\\CD-PAB\\Impl\\template\\Logos\\nologo-sw.png" \* MERGEFORMATINET </w:instrText>
          </w:r>
          <w:r w:rsidR="009067E5">
            <w:rPr>
              <w:rFonts w:ascii="Arial" w:hAnsi="Arial" w:cs="Arial"/>
              <w:sz w:val="16"/>
            </w:rPr>
            <w:fldChar w:fldCharType="separate"/>
          </w:r>
          <w:r w:rsidR="00A67257">
            <w:rPr>
              <w:rFonts w:ascii="Arial" w:hAnsi="Arial" w:cs="Arial"/>
              <w:sz w:val="16"/>
            </w:rPr>
            <w:fldChar w:fldCharType="begin"/>
          </w:r>
          <w:r w:rsidR="00A67257">
            <w:rPr>
              <w:rFonts w:ascii="Arial" w:hAnsi="Arial" w:cs="Arial"/>
              <w:sz w:val="16"/>
            </w:rPr>
            <w:instrText xml:space="preserve"> INCLUDEPICTURE  "C:\\CD-PAB\\Impl\\template\\Logos\\nologo-sw.png" \* MERGEFORMATINET </w:instrText>
          </w:r>
          <w:r w:rsidR="00A67257">
            <w:rPr>
              <w:rFonts w:ascii="Arial" w:hAnsi="Arial" w:cs="Arial"/>
              <w:sz w:val="16"/>
            </w:rPr>
            <w:fldChar w:fldCharType="separate"/>
          </w:r>
          <w:r w:rsidR="00A24031">
            <w:rPr>
              <w:rFonts w:ascii="Arial" w:hAnsi="Arial" w:cs="Arial"/>
              <w:sz w:val="16"/>
            </w:rPr>
            <w:fldChar w:fldCharType="begin"/>
          </w:r>
          <w:r w:rsidR="00A24031">
            <w:rPr>
              <w:rFonts w:ascii="Arial" w:hAnsi="Arial" w:cs="Arial"/>
              <w:sz w:val="16"/>
            </w:rPr>
            <w:instrText xml:space="preserve"> INCLUDEPICTURE  "C:\\CD-PAB\\Impl\\template\\Logos\\nologo-sw.png" \* MERGEFORMATINET </w:instrText>
          </w:r>
          <w:r w:rsidR="00A24031">
            <w:rPr>
              <w:rFonts w:ascii="Arial" w:hAnsi="Arial" w:cs="Arial"/>
              <w:sz w:val="16"/>
            </w:rPr>
            <w:fldChar w:fldCharType="separate"/>
          </w:r>
          <w:r w:rsidR="00F25A84">
            <w:rPr>
              <w:rFonts w:ascii="Arial" w:hAnsi="Arial" w:cs="Arial"/>
              <w:sz w:val="16"/>
            </w:rPr>
            <w:fldChar w:fldCharType="begin"/>
          </w:r>
          <w:r w:rsidR="00F25A84">
            <w:rPr>
              <w:rFonts w:ascii="Arial" w:hAnsi="Arial" w:cs="Arial"/>
              <w:sz w:val="16"/>
            </w:rPr>
            <w:instrText xml:space="preserve"> </w:instrText>
          </w:r>
          <w:r w:rsidR="00F25A84">
            <w:rPr>
              <w:rFonts w:ascii="Arial" w:hAnsi="Arial" w:cs="Arial"/>
              <w:sz w:val="16"/>
            </w:rPr>
            <w:instrText>INCLUDEPICTURE  "C:\\CD-PAB\\Impl\\template\\Logos\\nologo-sw.png" \* MERGEFORMATINET</w:instrText>
          </w:r>
          <w:r w:rsidR="00F25A84">
            <w:rPr>
              <w:rFonts w:ascii="Arial" w:hAnsi="Arial" w:cs="Arial"/>
              <w:sz w:val="16"/>
            </w:rPr>
            <w:instrText xml:space="preserve"> </w:instrText>
          </w:r>
          <w:r w:rsidR="00F25A84">
            <w:rPr>
              <w:rFonts w:ascii="Arial" w:hAnsi="Arial" w:cs="Arial"/>
              <w:sz w:val="16"/>
            </w:rPr>
            <w:fldChar w:fldCharType="separate"/>
          </w:r>
          <w:r w:rsidR="00F25A84">
            <w:rPr>
              <w:rFonts w:ascii="Arial" w:hAnsi="Arial" w:cs="Arial"/>
              <w:sz w:val="16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6pt;height:6pt">
                <v:imagedata r:id="rId2" r:href="rId3"/>
              </v:shape>
            </w:pict>
          </w:r>
          <w:r w:rsidR="00F25A84">
            <w:rPr>
              <w:rFonts w:ascii="Arial" w:hAnsi="Arial" w:cs="Arial"/>
              <w:sz w:val="16"/>
            </w:rPr>
            <w:fldChar w:fldCharType="end"/>
          </w:r>
          <w:r w:rsidR="00A24031">
            <w:rPr>
              <w:rFonts w:ascii="Arial" w:hAnsi="Arial" w:cs="Arial"/>
              <w:sz w:val="16"/>
            </w:rPr>
            <w:fldChar w:fldCharType="end"/>
          </w:r>
          <w:r w:rsidR="00A67257">
            <w:rPr>
              <w:rFonts w:ascii="Arial" w:hAnsi="Arial" w:cs="Arial"/>
              <w:sz w:val="16"/>
            </w:rPr>
            <w:fldChar w:fldCharType="end"/>
          </w:r>
          <w:r w:rsidR="009067E5">
            <w:rPr>
              <w:rFonts w:ascii="Arial" w:hAnsi="Arial" w:cs="Arial"/>
              <w:sz w:val="16"/>
            </w:rPr>
            <w:fldChar w:fldCharType="end"/>
          </w:r>
          <w:r w:rsidR="003D5A65">
            <w:rPr>
              <w:rFonts w:ascii="Arial" w:hAnsi="Arial" w:cs="Arial"/>
              <w:sz w:val="16"/>
            </w:rPr>
            <w:fldChar w:fldCharType="end"/>
          </w:r>
          <w:r w:rsidR="00254F6D">
            <w:rPr>
              <w:rFonts w:ascii="Arial" w:hAnsi="Arial" w:cs="Arial"/>
              <w:sz w:val="16"/>
            </w:rPr>
            <w:fldChar w:fldCharType="end"/>
          </w:r>
          <w:r w:rsidR="002C0D83">
            <w:rPr>
              <w:rFonts w:ascii="Arial" w:hAnsi="Arial" w:cs="Arial"/>
              <w:sz w:val="16"/>
            </w:rPr>
            <w:fldChar w:fldCharType="end"/>
          </w:r>
          <w:r w:rsidR="00C118B6">
            <w:rPr>
              <w:rFonts w:ascii="Arial" w:hAnsi="Arial" w:cs="Arial"/>
              <w:sz w:val="16"/>
            </w:rPr>
            <w:fldChar w:fldCharType="end"/>
          </w:r>
          <w:r>
            <w:rPr>
              <w:rFonts w:ascii="Arial" w:hAnsi="Arial" w:cs="Arial"/>
              <w:sz w:val="16"/>
            </w:rPr>
            <w:fldChar w:fldCharType="end"/>
          </w:r>
          <w:r>
            <w:rPr>
              <w:rFonts w:ascii="Arial" w:hAnsi="Arial" w:cs="Arial"/>
              <w:sz w:val="16"/>
            </w:rPr>
            <w:fldChar w:fldCharType="end"/>
          </w:r>
          <w:r>
            <w:rPr>
              <w:rFonts w:ascii="Arial" w:hAnsi="Arial" w:cs="Arial"/>
              <w:sz w:val="16"/>
            </w:rPr>
            <w:fldChar w:fldCharType="end"/>
          </w:r>
          <w:r>
            <w:rPr>
              <w:rFonts w:ascii="Arial" w:hAnsi="Arial" w:cs="Arial"/>
              <w:sz w:val="16"/>
            </w:rPr>
            <w:fldChar w:fldCharType="end"/>
          </w:r>
          <w:r>
            <w:rPr>
              <w:rFonts w:ascii="Arial" w:hAnsi="Arial" w:cs="Arial"/>
              <w:sz w:val="16"/>
            </w:rPr>
            <w:fldChar w:fldCharType="end"/>
          </w:r>
          <w:r>
            <w:rPr>
              <w:rFonts w:ascii="Arial" w:hAnsi="Arial" w:cs="Arial"/>
              <w:sz w:val="16"/>
            </w:rPr>
            <w:fldChar w:fldCharType="end"/>
          </w:r>
          <w:r>
            <w:rPr>
              <w:rFonts w:ascii="Arial" w:hAnsi="Arial" w:cs="Arial"/>
              <w:sz w:val="16"/>
            </w:rPr>
            <w:fldChar w:fldCharType="end"/>
          </w:r>
          <w:r>
            <w:rPr>
              <w:rFonts w:ascii="Arial" w:hAnsi="Arial" w:cs="Arial"/>
              <w:sz w:val="16"/>
            </w:rPr>
            <w:fldChar w:fldCharType="end"/>
          </w:r>
          <w:r>
            <w:rPr>
              <w:rFonts w:ascii="Arial" w:hAnsi="Arial" w:cs="Arial"/>
              <w:sz w:val="16"/>
            </w:rPr>
            <w:fldChar w:fldCharType="end"/>
          </w:r>
          <w:r>
            <w:rPr>
              <w:rFonts w:ascii="Arial" w:hAnsi="Arial" w:cs="Arial"/>
              <w:sz w:val="16"/>
            </w:rPr>
            <w:fldChar w:fldCharType="end"/>
          </w:r>
          <w:r>
            <w:rPr>
              <w:rFonts w:ascii="Arial" w:hAnsi="Arial" w:cs="Arial"/>
              <w:sz w:val="16"/>
            </w:rPr>
            <w:fldChar w:fldCharType="end"/>
          </w:r>
          <w:r>
            <w:rPr>
              <w:rFonts w:ascii="Arial" w:hAnsi="Arial" w:cs="Arial"/>
              <w:sz w:val="16"/>
            </w:rPr>
            <w:fldChar w:fldCharType="end"/>
          </w:r>
          <w:r>
            <w:rPr>
              <w:rFonts w:ascii="Arial" w:hAnsi="Arial" w:cs="Arial"/>
              <w:sz w:val="16"/>
            </w:rPr>
            <w:fldChar w:fldCharType="end"/>
          </w:r>
          <w:r w:rsidRPr="003F45CA">
            <w:rPr>
              <w:rFonts w:ascii="Arial" w:hAnsi="Arial" w:cs="Arial"/>
              <w:sz w:val="16"/>
            </w:rPr>
            <w:fldChar w:fldCharType="end"/>
          </w:r>
        </w:p>
      </w:tc>
      <w:tc>
        <w:tcPr>
          <w:tcW w:w="227" w:type="dxa"/>
          <w:tcBorders>
            <w:top w:val="single" w:sz="4" w:space="0" w:color="auto"/>
          </w:tcBorders>
          <w:vAlign w:val="center"/>
        </w:tcPr>
        <w:p w:rsidR="007278CF" w:rsidRPr="003F45CA" w:rsidRDefault="007278CF" w:rsidP="00D14D9B">
          <w:pPr>
            <w:spacing w:before="80"/>
            <w:jc w:val="center"/>
            <w:rPr>
              <w:rFonts w:ascii="Arial" w:hAnsi="Arial" w:cs="Arial"/>
              <w:sz w:val="16"/>
            </w:rPr>
          </w:pPr>
        </w:p>
      </w:tc>
      <w:tc>
        <w:tcPr>
          <w:tcW w:w="4990" w:type="dxa"/>
          <w:tcBorders>
            <w:top w:val="single" w:sz="4" w:space="0" w:color="auto"/>
          </w:tcBorders>
        </w:tcPr>
        <w:p w:rsidR="007278CF" w:rsidRPr="00D235F1" w:rsidRDefault="007278CF" w:rsidP="003F6009">
          <w:pPr>
            <w:pStyle w:val="Pidipagina"/>
            <w:spacing w:before="80"/>
            <w:rPr>
              <w:rStyle w:val="Numeropagina"/>
              <w:lang w:val="de-DE"/>
            </w:rPr>
          </w:pPr>
          <w:r w:rsidRPr="003F45CA">
            <w:rPr>
              <w:rFonts w:ascii="Arial" w:hAnsi="Arial" w:cs="Arial"/>
              <w:sz w:val="16"/>
              <w:lang w:val="de-DE"/>
            </w:rPr>
            <w:t xml:space="preserve">Schulplatz 6 </w:t>
          </w:r>
          <w:r w:rsidRPr="003F45CA">
            <w:rPr>
              <w:rFonts w:ascii="Arial" w:hAnsi="Arial" w:cs="Arial"/>
              <w:color w:val="808080"/>
              <w:sz w:val="14"/>
            </w:rPr>
            <w:sym w:font="Wingdings" w:char="F09F"/>
          </w:r>
          <w:r w:rsidRPr="003F45CA">
            <w:rPr>
              <w:rFonts w:ascii="Arial" w:hAnsi="Arial" w:cs="Arial"/>
              <w:sz w:val="16"/>
              <w:lang w:val="de-DE"/>
            </w:rPr>
            <w:t xml:space="preserve"> 39044 Neumarkt (BZ)</w:t>
          </w:r>
          <w:r w:rsidRPr="00D235F1">
            <w:rPr>
              <w:rStyle w:val="Numeropagina"/>
              <w:lang w:val="de-DE"/>
            </w:rPr>
            <w:t xml:space="preserve"> </w:t>
          </w:r>
        </w:p>
        <w:p w:rsidR="007278CF" w:rsidRPr="003F45CA" w:rsidRDefault="007278CF" w:rsidP="00D14D9B">
          <w:pPr>
            <w:spacing w:line="180" w:lineRule="exact"/>
            <w:rPr>
              <w:rFonts w:ascii="Arial" w:hAnsi="Arial" w:cs="Arial"/>
              <w:sz w:val="16"/>
              <w:lang w:val="de-DE"/>
            </w:rPr>
          </w:pPr>
          <w:r w:rsidRPr="003F45CA">
            <w:rPr>
              <w:rFonts w:ascii="Arial" w:hAnsi="Arial" w:cs="Arial"/>
              <w:sz w:val="16"/>
              <w:lang w:val="de-DE"/>
            </w:rPr>
            <w:t xml:space="preserve">Tel. 0471 81 22 15 </w:t>
          </w:r>
          <w:r w:rsidRPr="003F45CA">
            <w:rPr>
              <w:rFonts w:ascii="Arial" w:hAnsi="Arial" w:cs="Arial"/>
              <w:color w:val="808080"/>
              <w:sz w:val="14"/>
            </w:rPr>
            <w:sym w:font="Wingdings" w:char="F09F"/>
          </w:r>
          <w:r w:rsidRPr="003F45CA">
            <w:rPr>
              <w:rFonts w:ascii="Arial" w:hAnsi="Arial" w:cs="Arial"/>
              <w:sz w:val="16"/>
              <w:lang w:val="de-DE"/>
            </w:rPr>
            <w:t xml:space="preserve"> Fax 0471 82 05 </w:t>
          </w:r>
          <w:r>
            <w:rPr>
              <w:rFonts w:ascii="Arial" w:hAnsi="Arial" w:cs="Arial"/>
              <w:sz w:val="16"/>
              <w:lang w:val="de-DE"/>
            </w:rPr>
            <w:t>27</w:t>
          </w:r>
        </w:p>
        <w:p w:rsidR="007278CF" w:rsidRPr="0001150A" w:rsidRDefault="007278CF" w:rsidP="00D14D9B">
          <w:pPr>
            <w:spacing w:line="180" w:lineRule="exact"/>
            <w:rPr>
              <w:rFonts w:ascii="Arial" w:hAnsi="Arial" w:cs="Arial"/>
              <w:sz w:val="16"/>
              <w:lang w:val="de-DE"/>
            </w:rPr>
          </w:pPr>
          <w:r>
            <w:rPr>
              <w:rFonts w:ascii="Arial" w:hAnsi="Arial" w:cs="Arial"/>
              <w:sz w:val="16"/>
              <w:lang w:val="de-DE"/>
            </w:rPr>
            <w:t>www.ic-bassa-atesina.it</w:t>
          </w:r>
        </w:p>
        <w:p w:rsidR="007278CF" w:rsidRPr="0001150A" w:rsidRDefault="007278CF" w:rsidP="00D14D9B">
          <w:pPr>
            <w:spacing w:line="180" w:lineRule="exact"/>
            <w:rPr>
              <w:rFonts w:ascii="Arial" w:hAnsi="Arial" w:cs="Arial"/>
              <w:sz w:val="16"/>
              <w:lang w:val="de-DE"/>
            </w:rPr>
          </w:pPr>
          <w:r w:rsidRPr="0001150A">
            <w:rPr>
              <w:rFonts w:ascii="Arial" w:hAnsi="Arial" w:cs="Arial"/>
              <w:sz w:val="16"/>
              <w:lang w:val="de-DE"/>
            </w:rPr>
            <w:t>ic.bassaatesina@schule.suedtirol.it</w:t>
          </w:r>
        </w:p>
        <w:p w:rsidR="007278CF" w:rsidRPr="003F45CA" w:rsidRDefault="007278CF" w:rsidP="00D14D9B">
          <w:pPr>
            <w:spacing w:line="180" w:lineRule="exact"/>
            <w:rPr>
              <w:rFonts w:ascii="Arial" w:hAnsi="Arial" w:cs="Arial"/>
              <w:sz w:val="16"/>
              <w:lang w:val="en-US"/>
            </w:rPr>
          </w:pPr>
          <w:r w:rsidRPr="0001150A">
            <w:rPr>
              <w:rFonts w:ascii="Arial" w:hAnsi="Arial" w:cs="Arial"/>
              <w:sz w:val="16"/>
              <w:lang w:val="de-DE"/>
            </w:rPr>
            <w:t xml:space="preserve">Steuer-Nr. </w:t>
          </w:r>
          <w:r w:rsidRPr="003F45CA">
            <w:rPr>
              <w:rFonts w:ascii="Arial" w:hAnsi="Arial" w:cs="Arial"/>
              <w:sz w:val="16"/>
              <w:lang w:val="en-US"/>
            </w:rPr>
            <w:t>8000</w:t>
          </w:r>
          <w:r>
            <w:rPr>
              <w:rFonts w:ascii="Arial" w:hAnsi="Arial" w:cs="Arial"/>
              <w:sz w:val="16"/>
              <w:lang w:val="en-US"/>
            </w:rPr>
            <w:t>5300217</w:t>
          </w:r>
        </w:p>
      </w:tc>
    </w:tr>
  </w:tbl>
  <w:p w:rsidR="007278CF" w:rsidRDefault="007278CF" w:rsidP="00D14D9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78CF" w:rsidRDefault="007278CF">
      <w:r>
        <w:separator/>
      </w:r>
    </w:p>
  </w:footnote>
  <w:footnote w:type="continuationSeparator" w:id="0">
    <w:p w:rsidR="007278CF" w:rsidRDefault="007278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horzAnchor="margin" w:tblpY="-1020"/>
      <w:tblW w:w="10444" w:type="dxa"/>
      <w:tblLook w:val="01E0" w:firstRow="1" w:lastRow="1" w:firstColumn="1" w:lastColumn="1" w:noHBand="0" w:noVBand="0"/>
    </w:tblPr>
    <w:tblGrid>
      <w:gridCol w:w="4476"/>
      <w:gridCol w:w="1351"/>
      <w:gridCol w:w="4617"/>
    </w:tblGrid>
    <w:tr w:rsidR="007278CF" w:rsidRPr="00FB6841" w:rsidTr="00FB6841">
      <w:tc>
        <w:tcPr>
          <w:tcW w:w="4476" w:type="dxa"/>
          <w:shd w:val="clear" w:color="auto" w:fill="auto"/>
        </w:tcPr>
        <w:p w:rsidR="007278CF" w:rsidRPr="00FA4974" w:rsidRDefault="007278CF" w:rsidP="00FB6841">
          <w:pPr>
            <w:spacing w:before="80"/>
            <w:jc w:val="right"/>
            <w:rPr>
              <w:rFonts w:ascii="Arial" w:hAnsi="Arial" w:cs="Arial"/>
              <w:sz w:val="16"/>
            </w:rPr>
          </w:pPr>
        </w:p>
      </w:tc>
      <w:tc>
        <w:tcPr>
          <w:tcW w:w="1351" w:type="dxa"/>
          <w:tcBorders>
            <w:top w:val="nil"/>
          </w:tcBorders>
          <w:shd w:val="clear" w:color="auto" w:fill="auto"/>
        </w:tcPr>
        <w:p w:rsidR="007278CF" w:rsidRPr="00FA4974" w:rsidRDefault="007278CF" w:rsidP="00FB6841">
          <w:pPr>
            <w:jc w:val="center"/>
            <w:rPr>
              <w:rFonts w:ascii="Arial" w:hAnsi="Arial" w:cs="Arial"/>
              <w:noProof/>
            </w:rPr>
          </w:pPr>
        </w:p>
      </w:tc>
      <w:tc>
        <w:tcPr>
          <w:tcW w:w="4617" w:type="dxa"/>
          <w:tcBorders>
            <w:top w:val="nil"/>
          </w:tcBorders>
          <w:shd w:val="clear" w:color="auto" w:fill="auto"/>
        </w:tcPr>
        <w:p w:rsidR="007278CF" w:rsidRPr="00FA4974" w:rsidRDefault="007278CF" w:rsidP="00FB6841">
          <w:pPr>
            <w:spacing w:before="80"/>
            <w:rPr>
              <w:rFonts w:ascii="Arial" w:hAnsi="Arial" w:cs="Arial"/>
              <w:sz w:val="16"/>
              <w:lang w:val="de-DE"/>
            </w:rPr>
          </w:pPr>
        </w:p>
      </w:tc>
    </w:tr>
    <w:tr w:rsidR="007278CF" w:rsidRPr="00F25A84" w:rsidTr="00FB6841">
      <w:tc>
        <w:tcPr>
          <w:tcW w:w="4476" w:type="dxa"/>
          <w:tcBorders>
            <w:bottom w:val="single" w:sz="4" w:space="0" w:color="auto"/>
          </w:tcBorders>
          <w:shd w:val="clear" w:color="auto" w:fill="auto"/>
        </w:tcPr>
        <w:p w:rsidR="007278CF" w:rsidRPr="00FA4974" w:rsidRDefault="007278CF" w:rsidP="00FB6841">
          <w:pPr>
            <w:spacing w:before="80"/>
            <w:jc w:val="right"/>
            <w:rPr>
              <w:rFonts w:ascii="Arial" w:hAnsi="Arial" w:cs="Arial"/>
              <w:sz w:val="16"/>
            </w:rPr>
          </w:pPr>
          <w:r w:rsidRPr="00FA4974">
            <w:rPr>
              <w:rFonts w:ascii="Arial" w:hAnsi="Arial" w:cs="Arial"/>
              <w:sz w:val="16"/>
            </w:rPr>
            <w:t>REPUBBLICA ITALIANA</w:t>
          </w:r>
        </w:p>
        <w:p w:rsidR="007278CF" w:rsidRPr="00D14D9B" w:rsidRDefault="007278CF" w:rsidP="00FB6841">
          <w:pPr>
            <w:jc w:val="right"/>
            <w:rPr>
              <w:rFonts w:ascii="Arial" w:hAnsi="Arial" w:cs="Arial"/>
              <w:b/>
              <w:sz w:val="16"/>
            </w:rPr>
          </w:pPr>
          <w:r w:rsidRPr="00FA4974">
            <w:rPr>
              <w:rFonts w:ascii="Arial" w:hAnsi="Arial" w:cs="Arial"/>
              <w:b/>
              <w:sz w:val="16"/>
            </w:rPr>
            <w:t>PROVINCIA AUTONOMA DI BOLZANO ALTO ADIGE</w:t>
          </w:r>
        </w:p>
      </w:tc>
      <w:tc>
        <w:tcPr>
          <w:tcW w:w="1351" w:type="dxa"/>
          <w:shd w:val="clear" w:color="auto" w:fill="auto"/>
        </w:tcPr>
        <w:p w:rsidR="007278CF" w:rsidRPr="00FA4974" w:rsidRDefault="007278CF" w:rsidP="00FB6841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FA4974">
            <w:rPr>
              <w:rFonts w:ascii="Arial" w:hAnsi="Arial" w:cs="Arial"/>
              <w:noProof/>
            </w:rPr>
            <w:drawing>
              <wp:inline distT="0" distB="0" distL="0" distR="0" wp14:anchorId="0744021C" wp14:editId="57119502">
                <wp:extent cx="288000" cy="349200"/>
                <wp:effectExtent l="0" t="0" r="0" b="0"/>
                <wp:docPr id="2" name="Immagine 2" descr="prov bz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rov bz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8000" cy="34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17" w:type="dxa"/>
          <w:tcBorders>
            <w:bottom w:val="single" w:sz="4" w:space="0" w:color="auto"/>
          </w:tcBorders>
          <w:shd w:val="clear" w:color="auto" w:fill="auto"/>
        </w:tcPr>
        <w:p w:rsidR="007278CF" w:rsidRPr="00FA4974" w:rsidRDefault="007278CF" w:rsidP="00FB6841">
          <w:pPr>
            <w:spacing w:before="80"/>
            <w:rPr>
              <w:rFonts w:ascii="Arial" w:hAnsi="Arial" w:cs="Arial"/>
              <w:sz w:val="16"/>
              <w:lang w:val="de-DE"/>
            </w:rPr>
          </w:pPr>
          <w:r w:rsidRPr="00FA4974">
            <w:rPr>
              <w:rFonts w:ascii="Arial" w:hAnsi="Arial" w:cs="Arial"/>
              <w:sz w:val="16"/>
              <w:lang w:val="de-DE"/>
            </w:rPr>
            <w:t>REPUBLIK ITALIEN</w:t>
          </w:r>
        </w:p>
        <w:p w:rsidR="007278CF" w:rsidRPr="00D14D9B" w:rsidRDefault="007278CF" w:rsidP="00FB6841">
          <w:pPr>
            <w:rPr>
              <w:rFonts w:ascii="Arial" w:hAnsi="Arial" w:cs="Arial"/>
              <w:b/>
              <w:sz w:val="16"/>
              <w:lang w:val="de-DE"/>
            </w:rPr>
          </w:pPr>
          <w:r w:rsidRPr="00FA4974">
            <w:rPr>
              <w:rFonts w:ascii="Arial" w:hAnsi="Arial" w:cs="Arial"/>
              <w:b/>
              <w:sz w:val="16"/>
              <w:lang w:val="de-DE"/>
            </w:rPr>
            <w:t>AUTONOME PROVINZ BOZEN SÜDTIROL</w:t>
          </w:r>
        </w:p>
      </w:tc>
    </w:tr>
  </w:tbl>
  <w:p w:rsidR="007278CF" w:rsidRPr="003F6009" w:rsidRDefault="007278CF" w:rsidP="00BD42D3">
    <w:pPr>
      <w:pStyle w:val="Intestazione"/>
      <w:spacing w:before="120" w:beforeAutospacing="0"/>
      <w:jc w:val="right"/>
      <w:rPr>
        <w:rFonts w:ascii="Arial" w:hAnsi="Arial" w:cs="Arial"/>
        <w:sz w:val="16"/>
      </w:rPr>
    </w:pPr>
    <w:proofErr w:type="spellStart"/>
    <w:r w:rsidRPr="003F6009">
      <w:rPr>
        <w:rFonts w:ascii="Arial" w:hAnsi="Arial" w:cs="Arial"/>
        <w:sz w:val="16"/>
      </w:rPr>
      <w:t>Seite</w:t>
    </w:r>
    <w:proofErr w:type="spellEnd"/>
    <w:r w:rsidRPr="003F6009">
      <w:rPr>
        <w:rFonts w:ascii="Arial" w:hAnsi="Arial" w:cs="Arial"/>
        <w:sz w:val="16"/>
      </w:rPr>
      <w:t xml:space="preserve"> / Pag. </w:t>
    </w:r>
    <w:r w:rsidRPr="003F6009">
      <w:rPr>
        <w:rFonts w:ascii="Arial" w:hAnsi="Arial" w:cs="Arial"/>
        <w:sz w:val="16"/>
      </w:rPr>
      <w:fldChar w:fldCharType="begin"/>
    </w:r>
    <w:r w:rsidRPr="003F6009">
      <w:rPr>
        <w:rFonts w:ascii="Arial" w:hAnsi="Arial" w:cs="Arial"/>
        <w:sz w:val="16"/>
      </w:rPr>
      <w:instrText>PAGE   \* MERGEFORMAT</w:instrText>
    </w:r>
    <w:r w:rsidRPr="003F6009">
      <w:rPr>
        <w:rFonts w:ascii="Arial" w:hAnsi="Arial" w:cs="Arial"/>
        <w:sz w:val="16"/>
      </w:rPr>
      <w:fldChar w:fldCharType="separate"/>
    </w:r>
    <w:r w:rsidRPr="003F6009">
      <w:rPr>
        <w:rFonts w:ascii="Arial" w:hAnsi="Arial" w:cs="Arial"/>
        <w:sz w:val="16"/>
      </w:rPr>
      <w:t>1</w:t>
    </w:r>
    <w:r w:rsidRPr="003F6009">
      <w:rPr>
        <w:rFonts w:ascii="Arial" w:hAnsi="Arial" w:cs="Arial"/>
        <w:sz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44C45"/>
    <w:multiLevelType w:val="multilevel"/>
    <w:tmpl w:val="913C33F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0D047AEB"/>
    <w:multiLevelType w:val="multilevel"/>
    <w:tmpl w:val="A268F1D8"/>
    <w:lvl w:ilvl="0">
      <w:start w:val="1"/>
      <w:numFmt w:val="lowerLetter"/>
      <w:lvlText w:val="%1)"/>
      <w:lvlJc w:val="left"/>
      <w:pPr>
        <w:ind w:left="720" w:hanging="720"/>
      </w:pPr>
      <w:rPr>
        <w:rFonts w:ascii="Arial" w:eastAsia="Times New Roman" w:hAnsi="Arial" w:cs="Arial" w:hint="default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14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lowerRoman"/>
      <w:lvlText w:val="%3."/>
      <w:lvlJc w:val="right"/>
      <w:pPr>
        <w:ind w:left="2160" w:hanging="21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hanging="28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hanging="36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5">
      <w:start w:val="1"/>
      <w:numFmt w:val="lowerRoman"/>
      <w:lvlText w:val="%6."/>
      <w:lvlJc w:val="right"/>
      <w:pPr>
        <w:ind w:left="4320" w:hanging="43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hanging="50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hanging="57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8">
      <w:start w:val="1"/>
      <w:numFmt w:val="lowerRoman"/>
      <w:lvlText w:val="%9."/>
      <w:lvlJc w:val="right"/>
      <w:pPr>
        <w:ind w:left="6480" w:hanging="64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</w:abstractNum>
  <w:abstractNum w:abstractNumId="2" w15:restartNumberingAfterBreak="0">
    <w:nsid w:val="189374FA"/>
    <w:multiLevelType w:val="multilevel"/>
    <w:tmpl w:val="DAB87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B366E2"/>
    <w:multiLevelType w:val="multilevel"/>
    <w:tmpl w:val="3C82AEE8"/>
    <w:lvl w:ilvl="0">
      <w:start w:val="1"/>
      <w:numFmt w:val="lowerLetter"/>
      <w:lvlText w:val="%1)"/>
      <w:lvlJc w:val="left"/>
      <w:pPr>
        <w:ind w:left="1004" w:hanging="1004"/>
      </w:pPr>
      <w:rPr>
        <w:rFonts w:ascii="Arial" w:eastAsia="Times New Roman" w:hAnsi="Arial" w:cs="Arial" w:hint="default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724" w:hanging="1724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lowerRoman"/>
      <w:lvlText w:val="%3."/>
      <w:lvlJc w:val="right"/>
      <w:pPr>
        <w:ind w:left="2444" w:hanging="2444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3164" w:hanging="3164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884" w:hanging="3884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5">
      <w:start w:val="1"/>
      <w:numFmt w:val="lowerRoman"/>
      <w:lvlText w:val="%6."/>
      <w:lvlJc w:val="right"/>
      <w:pPr>
        <w:ind w:left="4604" w:hanging="4604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324" w:hanging="5324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6044" w:hanging="6044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8">
      <w:start w:val="1"/>
      <w:numFmt w:val="lowerRoman"/>
      <w:lvlText w:val="%9."/>
      <w:lvlJc w:val="right"/>
      <w:pPr>
        <w:ind w:left="6764" w:hanging="6764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</w:abstractNum>
  <w:abstractNum w:abstractNumId="4" w15:restartNumberingAfterBreak="0">
    <w:nsid w:val="52AE2A69"/>
    <w:multiLevelType w:val="multilevel"/>
    <w:tmpl w:val="FD52C458"/>
    <w:lvl w:ilvl="0">
      <w:start w:val="1"/>
      <w:numFmt w:val="lowerLetter"/>
      <w:lvlText w:val="%1)"/>
      <w:lvlJc w:val="left"/>
      <w:pPr>
        <w:ind w:left="1004" w:hanging="1004"/>
      </w:pPr>
      <w:rPr>
        <w:rFonts w:ascii="Arial" w:eastAsia="Times New Roman" w:hAnsi="Arial" w:cs="Arial" w:hint="default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724" w:hanging="1724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lowerRoman"/>
      <w:lvlText w:val="%3."/>
      <w:lvlJc w:val="right"/>
      <w:pPr>
        <w:ind w:left="2444" w:hanging="2444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3164" w:hanging="3164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884" w:hanging="3884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5">
      <w:start w:val="1"/>
      <w:numFmt w:val="lowerRoman"/>
      <w:lvlText w:val="%6."/>
      <w:lvlJc w:val="right"/>
      <w:pPr>
        <w:ind w:left="4604" w:hanging="4604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324" w:hanging="5324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6044" w:hanging="6044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8">
      <w:start w:val="1"/>
      <w:numFmt w:val="lowerRoman"/>
      <w:lvlText w:val="%9."/>
      <w:lvlJc w:val="right"/>
      <w:pPr>
        <w:ind w:left="6764" w:hanging="6764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</w:abstractNum>
  <w:abstractNum w:abstractNumId="5" w15:restartNumberingAfterBreak="0">
    <w:nsid w:val="563E52D4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ind w:left="3412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5B2C79C9"/>
    <w:multiLevelType w:val="multilevel"/>
    <w:tmpl w:val="DB0CFC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 w15:restartNumberingAfterBreak="0">
    <w:nsid w:val="64BD741E"/>
    <w:multiLevelType w:val="multilevel"/>
    <w:tmpl w:val="E38CF78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7"/>
  </w:num>
  <w:num w:numId="5">
    <w:abstractNumId w:val="1"/>
  </w:num>
  <w:num w:numId="6">
    <w:abstractNumId w:val="4"/>
  </w:num>
  <w:num w:numId="7">
    <w:abstractNumId w:val="3"/>
  </w:num>
  <w:num w:numId="8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560"/>
    <w:rsid w:val="00002133"/>
    <w:rsid w:val="0001150A"/>
    <w:rsid w:val="00025512"/>
    <w:rsid w:val="00034AA8"/>
    <w:rsid w:val="000368A2"/>
    <w:rsid w:val="000371D3"/>
    <w:rsid w:val="00042CC6"/>
    <w:rsid w:val="00046B9F"/>
    <w:rsid w:val="00072956"/>
    <w:rsid w:val="00074830"/>
    <w:rsid w:val="00075A86"/>
    <w:rsid w:val="0009497F"/>
    <w:rsid w:val="00097ED0"/>
    <w:rsid w:val="000A0996"/>
    <w:rsid w:val="000B0FD1"/>
    <w:rsid w:val="000B5238"/>
    <w:rsid w:val="000B5BFD"/>
    <w:rsid w:val="000B6644"/>
    <w:rsid w:val="000C142A"/>
    <w:rsid w:val="000C16C1"/>
    <w:rsid w:val="000C2710"/>
    <w:rsid w:val="000C4EED"/>
    <w:rsid w:val="000D0422"/>
    <w:rsid w:val="000D3639"/>
    <w:rsid w:val="000F04D6"/>
    <w:rsid w:val="000F0544"/>
    <w:rsid w:val="00100358"/>
    <w:rsid w:val="00114863"/>
    <w:rsid w:val="00147735"/>
    <w:rsid w:val="00151D3C"/>
    <w:rsid w:val="00153C6A"/>
    <w:rsid w:val="00155870"/>
    <w:rsid w:val="001564F4"/>
    <w:rsid w:val="0015767E"/>
    <w:rsid w:val="00163E16"/>
    <w:rsid w:val="0017458D"/>
    <w:rsid w:val="00191A2F"/>
    <w:rsid w:val="00192C39"/>
    <w:rsid w:val="001A1609"/>
    <w:rsid w:val="001A5049"/>
    <w:rsid w:val="001C21D9"/>
    <w:rsid w:val="001E2CAD"/>
    <w:rsid w:val="001F004E"/>
    <w:rsid w:val="00211E90"/>
    <w:rsid w:val="00220CBE"/>
    <w:rsid w:val="0022147B"/>
    <w:rsid w:val="002240E0"/>
    <w:rsid w:val="002241A2"/>
    <w:rsid w:val="00224A85"/>
    <w:rsid w:val="0023761B"/>
    <w:rsid w:val="00240430"/>
    <w:rsid w:val="00243538"/>
    <w:rsid w:val="00244B70"/>
    <w:rsid w:val="00253544"/>
    <w:rsid w:val="00254F6D"/>
    <w:rsid w:val="00260751"/>
    <w:rsid w:val="00261FCB"/>
    <w:rsid w:val="00262DCD"/>
    <w:rsid w:val="002649A0"/>
    <w:rsid w:val="00266843"/>
    <w:rsid w:val="00275789"/>
    <w:rsid w:val="0028383A"/>
    <w:rsid w:val="002846CF"/>
    <w:rsid w:val="002849CA"/>
    <w:rsid w:val="00285012"/>
    <w:rsid w:val="00286C79"/>
    <w:rsid w:val="002945AB"/>
    <w:rsid w:val="002A0208"/>
    <w:rsid w:val="002B2F1C"/>
    <w:rsid w:val="002B3459"/>
    <w:rsid w:val="002B6F62"/>
    <w:rsid w:val="002C0CA6"/>
    <w:rsid w:val="002C0D83"/>
    <w:rsid w:val="002C772B"/>
    <w:rsid w:val="002E0C00"/>
    <w:rsid w:val="002E428E"/>
    <w:rsid w:val="00305843"/>
    <w:rsid w:val="00306856"/>
    <w:rsid w:val="00317972"/>
    <w:rsid w:val="00326322"/>
    <w:rsid w:val="00334E08"/>
    <w:rsid w:val="003379D4"/>
    <w:rsid w:val="00341D33"/>
    <w:rsid w:val="003675F3"/>
    <w:rsid w:val="00375E4D"/>
    <w:rsid w:val="00380543"/>
    <w:rsid w:val="00382B56"/>
    <w:rsid w:val="00385BDB"/>
    <w:rsid w:val="003879A7"/>
    <w:rsid w:val="003A3B1E"/>
    <w:rsid w:val="003A66E5"/>
    <w:rsid w:val="003B1BFF"/>
    <w:rsid w:val="003B1D66"/>
    <w:rsid w:val="003C3B8D"/>
    <w:rsid w:val="003D48C8"/>
    <w:rsid w:val="003D5A65"/>
    <w:rsid w:val="003F50D0"/>
    <w:rsid w:val="003F6009"/>
    <w:rsid w:val="004036FD"/>
    <w:rsid w:val="00406B69"/>
    <w:rsid w:val="00420DC5"/>
    <w:rsid w:val="0042108A"/>
    <w:rsid w:val="00425295"/>
    <w:rsid w:val="00425EE4"/>
    <w:rsid w:val="004262D8"/>
    <w:rsid w:val="0042727A"/>
    <w:rsid w:val="00430BC1"/>
    <w:rsid w:val="00431307"/>
    <w:rsid w:val="004413DC"/>
    <w:rsid w:val="004505F6"/>
    <w:rsid w:val="0045112B"/>
    <w:rsid w:val="004612E7"/>
    <w:rsid w:val="00477476"/>
    <w:rsid w:val="00477E20"/>
    <w:rsid w:val="00483356"/>
    <w:rsid w:val="00484E3B"/>
    <w:rsid w:val="00487A8F"/>
    <w:rsid w:val="00497498"/>
    <w:rsid w:val="004A3915"/>
    <w:rsid w:val="004A599A"/>
    <w:rsid w:val="004D07C1"/>
    <w:rsid w:val="004D07D7"/>
    <w:rsid w:val="004D7FDB"/>
    <w:rsid w:val="004E3803"/>
    <w:rsid w:val="004F3B16"/>
    <w:rsid w:val="004F3EB9"/>
    <w:rsid w:val="005013EB"/>
    <w:rsid w:val="00503122"/>
    <w:rsid w:val="005036CF"/>
    <w:rsid w:val="0051458F"/>
    <w:rsid w:val="00517824"/>
    <w:rsid w:val="0052313A"/>
    <w:rsid w:val="00523A41"/>
    <w:rsid w:val="005308EE"/>
    <w:rsid w:val="005319AF"/>
    <w:rsid w:val="00532151"/>
    <w:rsid w:val="00562D4D"/>
    <w:rsid w:val="00564333"/>
    <w:rsid w:val="00565B64"/>
    <w:rsid w:val="00566C8F"/>
    <w:rsid w:val="00567D9D"/>
    <w:rsid w:val="0057534F"/>
    <w:rsid w:val="00583C01"/>
    <w:rsid w:val="005A279E"/>
    <w:rsid w:val="005A2E92"/>
    <w:rsid w:val="005A391A"/>
    <w:rsid w:val="005A45A1"/>
    <w:rsid w:val="005A59ED"/>
    <w:rsid w:val="005B0CDB"/>
    <w:rsid w:val="005B6901"/>
    <w:rsid w:val="005C2773"/>
    <w:rsid w:val="005D4858"/>
    <w:rsid w:val="005E555E"/>
    <w:rsid w:val="005F282C"/>
    <w:rsid w:val="00610754"/>
    <w:rsid w:val="00614152"/>
    <w:rsid w:val="0061768A"/>
    <w:rsid w:val="00621F50"/>
    <w:rsid w:val="00623026"/>
    <w:rsid w:val="00623CD0"/>
    <w:rsid w:val="00623E3E"/>
    <w:rsid w:val="00624A6D"/>
    <w:rsid w:val="006334FD"/>
    <w:rsid w:val="00634165"/>
    <w:rsid w:val="00643C85"/>
    <w:rsid w:val="006505B8"/>
    <w:rsid w:val="006532AD"/>
    <w:rsid w:val="00653A14"/>
    <w:rsid w:val="006567A7"/>
    <w:rsid w:val="00661BAC"/>
    <w:rsid w:val="00676A32"/>
    <w:rsid w:val="0068388C"/>
    <w:rsid w:val="006855A0"/>
    <w:rsid w:val="00697C97"/>
    <w:rsid w:val="006A122E"/>
    <w:rsid w:val="006A1C93"/>
    <w:rsid w:val="006A5694"/>
    <w:rsid w:val="006A67B6"/>
    <w:rsid w:val="006B1CED"/>
    <w:rsid w:val="006B5B30"/>
    <w:rsid w:val="006B7B49"/>
    <w:rsid w:val="006C21B3"/>
    <w:rsid w:val="006C315D"/>
    <w:rsid w:val="006E1B70"/>
    <w:rsid w:val="006E304D"/>
    <w:rsid w:val="006E31A6"/>
    <w:rsid w:val="006F2DF3"/>
    <w:rsid w:val="006F48C2"/>
    <w:rsid w:val="00703C34"/>
    <w:rsid w:val="0070445F"/>
    <w:rsid w:val="007108AA"/>
    <w:rsid w:val="00717839"/>
    <w:rsid w:val="007278CF"/>
    <w:rsid w:val="00736B03"/>
    <w:rsid w:val="00750028"/>
    <w:rsid w:val="00752FCD"/>
    <w:rsid w:val="00754898"/>
    <w:rsid w:val="00757397"/>
    <w:rsid w:val="00760C62"/>
    <w:rsid w:val="00765168"/>
    <w:rsid w:val="007872C5"/>
    <w:rsid w:val="00794951"/>
    <w:rsid w:val="007A2F5E"/>
    <w:rsid w:val="007A7119"/>
    <w:rsid w:val="007B743A"/>
    <w:rsid w:val="007D04FD"/>
    <w:rsid w:val="007D64BB"/>
    <w:rsid w:val="007E653A"/>
    <w:rsid w:val="007F2DB2"/>
    <w:rsid w:val="007F5CDB"/>
    <w:rsid w:val="0080143D"/>
    <w:rsid w:val="00806C52"/>
    <w:rsid w:val="00814BDA"/>
    <w:rsid w:val="00823FA1"/>
    <w:rsid w:val="00825135"/>
    <w:rsid w:val="008316C1"/>
    <w:rsid w:val="00836560"/>
    <w:rsid w:val="00843117"/>
    <w:rsid w:val="0084798D"/>
    <w:rsid w:val="00857E37"/>
    <w:rsid w:val="00862972"/>
    <w:rsid w:val="00863031"/>
    <w:rsid w:val="00863A57"/>
    <w:rsid w:val="00874CAA"/>
    <w:rsid w:val="008755EE"/>
    <w:rsid w:val="008A2D28"/>
    <w:rsid w:val="008A5CB7"/>
    <w:rsid w:val="008B29E4"/>
    <w:rsid w:val="008B6278"/>
    <w:rsid w:val="008C14A6"/>
    <w:rsid w:val="008D10B0"/>
    <w:rsid w:val="008E3350"/>
    <w:rsid w:val="008F5111"/>
    <w:rsid w:val="008F786B"/>
    <w:rsid w:val="00905A08"/>
    <w:rsid w:val="0090647B"/>
    <w:rsid w:val="009067E5"/>
    <w:rsid w:val="00911639"/>
    <w:rsid w:val="009147F8"/>
    <w:rsid w:val="0093031E"/>
    <w:rsid w:val="00930582"/>
    <w:rsid w:val="00931CA7"/>
    <w:rsid w:val="00932CBC"/>
    <w:rsid w:val="0093346A"/>
    <w:rsid w:val="00942F9C"/>
    <w:rsid w:val="00945EFE"/>
    <w:rsid w:val="009472A1"/>
    <w:rsid w:val="0094788C"/>
    <w:rsid w:val="009601BB"/>
    <w:rsid w:val="00960D95"/>
    <w:rsid w:val="00961751"/>
    <w:rsid w:val="00974B73"/>
    <w:rsid w:val="00983B9F"/>
    <w:rsid w:val="00986E03"/>
    <w:rsid w:val="00991F15"/>
    <w:rsid w:val="00994981"/>
    <w:rsid w:val="00996A33"/>
    <w:rsid w:val="009A057A"/>
    <w:rsid w:val="009A5A4B"/>
    <w:rsid w:val="009A7E59"/>
    <w:rsid w:val="009B037E"/>
    <w:rsid w:val="009B0755"/>
    <w:rsid w:val="009B25D4"/>
    <w:rsid w:val="009C11F2"/>
    <w:rsid w:val="009D24A7"/>
    <w:rsid w:val="009D2572"/>
    <w:rsid w:val="009D5D07"/>
    <w:rsid w:val="009F2A38"/>
    <w:rsid w:val="009F306C"/>
    <w:rsid w:val="009F3E1B"/>
    <w:rsid w:val="009F4C39"/>
    <w:rsid w:val="00A127FD"/>
    <w:rsid w:val="00A164BC"/>
    <w:rsid w:val="00A16DD5"/>
    <w:rsid w:val="00A22103"/>
    <w:rsid w:val="00A22B66"/>
    <w:rsid w:val="00A24031"/>
    <w:rsid w:val="00A31DC4"/>
    <w:rsid w:val="00A33A36"/>
    <w:rsid w:val="00A343A4"/>
    <w:rsid w:val="00A41DF7"/>
    <w:rsid w:val="00A44685"/>
    <w:rsid w:val="00A4533A"/>
    <w:rsid w:val="00A468CE"/>
    <w:rsid w:val="00A50CF5"/>
    <w:rsid w:val="00A5351C"/>
    <w:rsid w:val="00A62AA4"/>
    <w:rsid w:val="00A67257"/>
    <w:rsid w:val="00A6773C"/>
    <w:rsid w:val="00A7013B"/>
    <w:rsid w:val="00A70925"/>
    <w:rsid w:val="00A71771"/>
    <w:rsid w:val="00A72702"/>
    <w:rsid w:val="00A94EFE"/>
    <w:rsid w:val="00A96815"/>
    <w:rsid w:val="00AA05E9"/>
    <w:rsid w:val="00AD27F3"/>
    <w:rsid w:val="00AE33DA"/>
    <w:rsid w:val="00AE6712"/>
    <w:rsid w:val="00AF1090"/>
    <w:rsid w:val="00AF52EA"/>
    <w:rsid w:val="00B01971"/>
    <w:rsid w:val="00B15E2F"/>
    <w:rsid w:val="00B22590"/>
    <w:rsid w:val="00B2435C"/>
    <w:rsid w:val="00B37177"/>
    <w:rsid w:val="00B41FEC"/>
    <w:rsid w:val="00B445C0"/>
    <w:rsid w:val="00B45CEE"/>
    <w:rsid w:val="00B46FBF"/>
    <w:rsid w:val="00B516FA"/>
    <w:rsid w:val="00B523D4"/>
    <w:rsid w:val="00B53DC3"/>
    <w:rsid w:val="00B552C7"/>
    <w:rsid w:val="00B55CBD"/>
    <w:rsid w:val="00B55FF4"/>
    <w:rsid w:val="00B6758A"/>
    <w:rsid w:val="00B71124"/>
    <w:rsid w:val="00B726AC"/>
    <w:rsid w:val="00B74EFF"/>
    <w:rsid w:val="00B7605B"/>
    <w:rsid w:val="00B82676"/>
    <w:rsid w:val="00B83E3C"/>
    <w:rsid w:val="00B85CB6"/>
    <w:rsid w:val="00BA1877"/>
    <w:rsid w:val="00BA26A9"/>
    <w:rsid w:val="00BA390F"/>
    <w:rsid w:val="00BA7F5A"/>
    <w:rsid w:val="00BB0132"/>
    <w:rsid w:val="00BD42D3"/>
    <w:rsid w:val="00BD46D8"/>
    <w:rsid w:val="00BE2FA7"/>
    <w:rsid w:val="00BE3C69"/>
    <w:rsid w:val="00BE4FCF"/>
    <w:rsid w:val="00BE50BD"/>
    <w:rsid w:val="00C03554"/>
    <w:rsid w:val="00C04D56"/>
    <w:rsid w:val="00C118B6"/>
    <w:rsid w:val="00C37BB2"/>
    <w:rsid w:val="00C4081E"/>
    <w:rsid w:val="00C4554E"/>
    <w:rsid w:val="00C54638"/>
    <w:rsid w:val="00C61CB3"/>
    <w:rsid w:val="00C64636"/>
    <w:rsid w:val="00C6592A"/>
    <w:rsid w:val="00C717A0"/>
    <w:rsid w:val="00C72B52"/>
    <w:rsid w:val="00C72E5E"/>
    <w:rsid w:val="00C737AD"/>
    <w:rsid w:val="00C76A36"/>
    <w:rsid w:val="00CA087A"/>
    <w:rsid w:val="00CA3127"/>
    <w:rsid w:val="00CA4339"/>
    <w:rsid w:val="00CB2A01"/>
    <w:rsid w:val="00CC0876"/>
    <w:rsid w:val="00CD1938"/>
    <w:rsid w:val="00CD406E"/>
    <w:rsid w:val="00CD46A0"/>
    <w:rsid w:val="00CD4F61"/>
    <w:rsid w:val="00CE2BE1"/>
    <w:rsid w:val="00CE3472"/>
    <w:rsid w:val="00CF4945"/>
    <w:rsid w:val="00D0243D"/>
    <w:rsid w:val="00D02B36"/>
    <w:rsid w:val="00D02B4C"/>
    <w:rsid w:val="00D03751"/>
    <w:rsid w:val="00D045E7"/>
    <w:rsid w:val="00D067E1"/>
    <w:rsid w:val="00D0693E"/>
    <w:rsid w:val="00D127F4"/>
    <w:rsid w:val="00D14D9B"/>
    <w:rsid w:val="00D22908"/>
    <w:rsid w:val="00D235F1"/>
    <w:rsid w:val="00D25CF5"/>
    <w:rsid w:val="00D46073"/>
    <w:rsid w:val="00D55EA3"/>
    <w:rsid w:val="00D615A2"/>
    <w:rsid w:val="00D61ABE"/>
    <w:rsid w:val="00D73FC2"/>
    <w:rsid w:val="00D76BA9"/>
    <w:rsid w:val="00D7790B"/>
    <w:rsid w:val="00D83AD6"/>
    <w:rsid w:val="00D85DCB"/>
    <w:rsid w:val="00D86B5C"/>
    <w:rsid w:val="00D86B8C"/>
    <w:rsid w:val="00D91919"/>
    <w:rsid w:val="00DA2162"/>
    <w:rsid w:val="00DA6CAF"/>
    <w:rsid w:val="00DB4C95"/>
    <w:rsid w:val="00DD000E"/>
    <w:rsid w:val="00DD63FE"/>
    <w:rsid w:val="00DD7856"/>
    <w:rsid w:val="00DF2324"/>
    <w:rsid w:val="00DF3BEB"/>
    <w:rsid w:val="00DF4AFF"/>
    <w:rsid w:val="00DF5C0F"/>
    <w:rsid w:val="00DF6224"/>
    <w:rsid w:val="00E13CA5"/>
    <w:rsid w:val="00E2096F"/>
    <w:rsid w:val="00E231BD"/>
    <w:rsid w:val="00E24CDE"/>
    <w:rsid w:val="00E24D3B"/>
    <w:rsid w:val="00E2523E"/>
    <w:rsid w:val="00E27A4A"/>
    <w:rsid w:val="00E3638B"/>
    <w:rsid w:val="00E45646"/>
    <w:rsid w:val="00E571DB"/>
    <w:rsid w:val="00E649C3"/>
    <w:rsid w:val="00E65340"/>
    <w:rsid w:val="00E7718F"/>
    <w:rsid w:val="00E81030"/>
    <w:rsid w:val="00E86335"/>
    <w:rsid w:val="00E944D2"/>
    <w:rsid w:val="00EA3573"/>
    <w:rsid w:val="00EA4FD4"/>
    <w:rsid w:val="00EB150F"/>
    <w:rsid w:val="00EB1EB6"/>
    <w:rsid w:val="00EC0E44"/>
    <w:rsid w:val="00EC0FBE"/>
    <w:rsid w:val="00EC4D9B"/>
    <w:rsid w:val="00ED29D5"/>
    <w:rsid w:val="00ED3247"/>
    <w:rsid w:val="00EE10B9"/>
    <w:rsid w:val="00EE2C4C"/>
    <w:rsid w:val="00EE3903"/>
    <w:rsid w:val="00EE696A"/>
    <w:rsid w:val="00EF24C3"/>
    <w:rsid w:val="00F01BEF"/>
    <w:rsid w:val="00F01D41"/>
    <w:rsid w:val="00F02799"/>
    <w:rsid w:val="00F03AD4"/>
    <w:rsid w:val="00F140CC"/>
    <w:rsid w:val="00F1704F"/>
    <w:rsid w:val="00F25445"/>
    <w:rsid w:val="00F25A84"/>
    <w:rsid w:val="00F25C9E"/>
    <w:rsid w:val="00F34174"/>
    <w:rsid w:val="00F37AA1"/>
    <w:rsid w:val="00F42678"/>
    <w:rsid w:val="00F454CD"/>
    <w:rsid w:val="00F5353F"/>
    <w:rsid w:val="00F64495"/>
    <w:rsid w:val="00F70590"/>
    <w:rsid w:val="00F74213"/>
    <w:rsid w:val="00F778F7"/>
    <w:rsid w:val="00F80875"/>
    <w:rsid w:val="00F81D44"/>
    <w:rsid w:val="00F8311A"/>
    <w:rsid w:val="00F926B5"/>
    <w:rsid w:val="00F92894"/>
    <w:rsid w:val="00F9406F"/>
    <w:rsid w:val="00FA596A"/>
    <w:rsid w:val="00FB6841"/>
    <w:rsid w:val="00FC6581"/>
    <w:rsid w:val="00FD0ECE"/>
    <w:rsid w:val="00FD26AF"/>
    <w:rsid w:val="00FD26D6"/>
    <w:rsid w:val="00FD517A"/>
    <w:rsid w:val="00FD5ED3"/>
    <w:rsid w:val="00FE5784"/>
    <w:rsid w:val="00FF527A"/>
    <w:rsid w:val="00FF7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10242"/>
    <o:shapelayout v:ext="edit">
      <o:idmap v:ext="edit" data="1"/>
    </o:shapelayout>
  </w:shapeDefaults>
  <w:decimalSymbol w:val=","/>
  <w:listSeparator w:val=";"/>
  <w14:docId w14:val="4C3295E3"/>
  <w15:chartTrackingRefBased/>
  <w15:docId w15:val="{8D33C889-C7FB-4089-BE20-18498135D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e">
    <w:name w:val="Normal"/>
    <w:qFormat/>
    <w:rsid w:val="00836560"/>
  </w:style>
  <w:style w:type="paragraph" w:styleId="Titolo1">
    <w:name w:val="heading 1"/>
    <w:basedOn w:val="Normale"/>
    <w:next w:val="Normale"/>
    <w:qFormat/>
    <w:rsid w:val="00836560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836560"/>
    <w:pPr>
      <w:keepNext/>
      <w:numPr>
        <w:ilvl w:val="1"/>
        <w:numId w:val="1"/>
      </w:numPr>
      <w:spacing w:before="240" w:after="60"/>
      <w:ind w:left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836560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rsid w:val="00836560"/>
    <w:pPr>
      <w:keepNext/>
      <w:numPr>
        <w:ilvl w:val="3"/>
        <w:numId w:val="1"/>
      </w:numPr>
      <w:outlineLvl w:val="3"/>
    </w:pPr>
    <w:rPr>
      <w:sz w:val="24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D02B3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rsid w:val="00D02B3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qFormat/>
    <w:rsid w:val="00836560"/>
    <w:pPr>
      <w:keepNext/>
      <w:numPr>
        <w:ilvl w:val="6"/>
        <w:numId w:val="1"/>
      </w:numPr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semiHidden/>
    <w:unhideWhenUsed/>
    <w:qFormat/>
    <w:rsid w:val="00D02B3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semiHidden/>
    <w:unhideWhenUsed/>
    <w:qFormat/>
    <w:rsid w:val="00D02B3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3">
    <w:name w:val="Body Text 3"/>
    <w:basedOn w:val="Normale"/>
    <w:rsid w:val="00836560"/>
    <w:pPr>
      <w:ind w:right="-29"/>
      <w:jc w:val="both"/>
    </w:pPr>
    <w:rPr>
      <w:bCs/>
      <w:sz w:val="24"/>
    </w:rPr>
  </w:style>
  <w:style w:type="paragraph" w:styleId="Corpotesto">
    <w:name w:val="Body Text"/>
    <w:basedOn w:val="Normale"/>
    <w:rsid w:val="00836560"/>
    <w:pPr>
      <w:spacing w:after="120"/>
    </w:pPr>
  </w:style>
  <w:style w:type="paragraph" w:styleId="Corpodeltesto2">
    <w:name w:val="Body Text 2"/>
    <w:basedOn w:val="Normale"/>
    <w:rsid w:val="00836560"/>
    <w:pPr>
      <w:jc w:val="right"/>
    </w:pPr>
    <w:rPr>
      <w:bCs/>
    </w:rPr>
  </w:style>
  <w:style w:type="character" w:styleId="Collegamentoipertestuale">
    <w:name w:val="Hyperlink"/>
    <w:rsid w:val="00836560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836560"/>
    <w:pPr>
      <w:spacing w:before="100" w:beforeAutospacing="1" w:after="100" w:afterAutospacing="1"/>
    </w:pPr>
    <w:rPr>
      <w:sz w:val="24"/>
      <w:szCs w:val="24"/>
    </w:rPr>
  </w:style>
  <w:style w:type="character" w:styleId="Enfasigrassetto">
    <w:name w:val="Strong"/>
    <w:qFormat/>
    <w:rsid w:val="00836560"/>
    <w:rPr>
      <w:b/>
      <w:bCs/>
    </w:rPr>
  </w:style>
  <w:style w:type="paragraph" w:customStyle="1" w:styleId="contenutotabella">
    <w:name w:val="contenutotabella"/>
    <w:basedOn w:val="Normale"/>
    <w:rsid w:val="00836560"/>
    <w:pPr>
      <w:spacing w:before="100" w:beforeAutospacing="1" w:after="100" w:afterAutospacing="1"/>
    </w:pPr>
    <w:rPr>
      <w:sz w:val="24"/>
      <w:szCs w:val="24"/>
    </w:rPr>
  </w:style>
  <w:style w:type="paragraph" w:styleId="Paragrafoelenco">
    <w:name w:val="List Paragraph"/>
    <w:basedOn w:val="Normale"/>
    <w:qFormat/>
    <w:rsid w:val="00836560"/>
    <w:pPr>
      <w:ind w:left="708"/>
    </w:pPr>
  </w:style>
  <w:style w:type="paragraph" w:styleId="Pidipagina">
    <w:name w:val="footer"/>
    <w:basedOn w:val="Normale"/>
    <w:link w:val="PidipaginaCarattere"/>
    <w:uiPriority w:val="99"/>
    <w:rsid w:val="00836560"/>
    <w:pPr>
      <w:tabs>
        <w:tab w:val="center" w:pos="4536"/>
        <w:tab w:val="right" w:pos="9072"/>
      </w:tabs>
    </w:pPr>
  </w:style>
  <w:style w:type="character" w:styleId="Numeropagina">
    <w:name w:val="page number"/>
    <w:basedOn w:val="Carpredefinitoparagrafo"/>
    <w:rsid w:val="00836560"/>
  </w:style>
  <w:style w:type="table" w:styleId="Grigliatabella">
    <w:name w:val="Table Grid"/>
    <w:basedOn w:val="Tabellanormale"/>
    <w:rsid w:val="009B07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link w:val="Pidipagina"/>
    <w:uiPriority w:val="99"/>
    <w:rsid w:val="00F81D44"/>
  </w:style>
  <w:style w:type="paragraph" w:styleId="Testofumetto">
    <w:name w:val="Balloon Text"/>
    <w:basedOn w:val="Normale"/>
    <w:link w:val="TestofumettoCarattere"/>
    <w:rsid w:val="007D64B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rsid w:val="007D64BB"/>
    <w:rPr>
      <w:rFonts w:ascii="Segoe UI" w:hAnsi="Segoe UI" w:cs="Segoe UI"/>
      <w:sz w:val="18"/>
      <w:szCs w:val="18"/>
    </w:rPr>
  </w:style>
  <w:style w:type="character" w:styleId="Menzionenonrisolta">
    <w:name w:val="Unresolved Mention"/>
    <w:uiPriority w:val="99"/>
    <w:semiHidden/>
    <w:unhideWhenUsed/>
    <w:rsid w:val="002C0CA6"/>
    <w:rPr>
      <w:color w:val="808080"/>
      <w:shd w:val="clear" w:color="auto" w:fill="E6E6E6"/>
    </w:rPr>
  </w:style>
  <w:style w:type="table" w:styleId="Elencochiaro-Colore3">
    <w:name w:val="Light List Accent 3"/>
    <w:basedOn w:val="Tabellanormale"/>
    <w:uiPriority w:val="61"/>
    <w:rsid w:val="00517824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D02B36"/>
    <w:rPr>
      <w:rFonts w:asciiTheme="minorHAnsi" w:eastAsiaTheme="minorEastAsia" w:hAnsiTheme="minorHAnsi" w:cstheme="minorBidi"/>
      <w:sz w:val="22"/>
      <w:szCs w:val="22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D02B36"/>
    <w:rPr>
      <w:rFonts w:asciiTheme="minorHAnsi" w:eastAsiaTheme="minorEastAsia" w:hAnsiTheme="minorHAnsi" w:cstheme="minorBidi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semiHidden/>
    <w:rsid w:val="00D02B36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semiHidden/>
    <w:rsid w:val="00D02B36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8Carattere">
    <w:name w:val="Titolo 8 Carattere"/>
    <w:basedOn w:val="Carpredefinitoparagrafo"/>
    <w:link w:val="Titolo8"/>
    <w:semiHidden/>
    <w:rsid w:val="00D02B3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semiHidden/>
    <w:rsid w:val="00D02B3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F600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2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file:///C:\CD-PAB\Impl\template\Logos\nologo-sw.png" TargetMode="External"/><Relationship Id="rId2" Type="http://schemas.openxmlformats.org/officeDocument/2006/relationships/image" Target="media/image2.png"/><Relationship Id="rId1" Type="http://schemas.openxmlformats.org/officeDocument/2006/relationships/hyperlink" Target="http://www.ic-bassa-atesina.i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14780B-B4E0-4499-A546-CB00FEDEC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BB58E40D</Template>
  <TotalTime>0</TotalTime>
  <Pages>2</Pages>
  <Words>1024</Words>
  <Characters>6113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prov.bz</Company>
  <LinksUpToDate>false</LinksUpToDate>
  <CharactersWithSpaces>7123</CharactersWithSpaces>
  <SharedDoc>false</SharedDoc>
  <HLinks>
    <vt:vector size="12" baseType="variant">
      <vt:variant>
        <vt:i4>6488102</vt:i4>
      </vt:variant>
      <vt:variant>
        <vt:i4>5</vt:i4>
      </vt:variant>
      <vt:variant>
        <vt:i4>0</vt:i4>
      </vt:variant>
      <vt:variant>
        <vt:i4>5</vt:i4>
      </vt:variant>
      <vt:variant>
        <vt:lpwstr>http://www.ic-bassa-atesina.it/</vt:lpwstr>
      </vt:variant>
      <vt:variant>
        <vt:lpwstr/>
      </vt:variant>
      <vt:variant>
        <vt:i4>1376298</vt:i4>
      </vt:variant>
      <vt:variant>
        <vt:i4>176402</vt:i4>
      </vt:variant>
      <vt:variant>
        <vt:i4>1026</vt:i4>
      </vt:variant>
      <vt:variant>
        <vt:i4>1</vt:i4>
      </vt:variant>
      <vt:variant>
        <vt:lpwstr>C:\CD-PAB\Impl\template\Logos\nologo-sw.png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Fianco, Nicole</dc:creator>
  <cp:keywords/>
  <cp:lastModifiedBy>Fianco, Nicole</cp:lastModifiedBy>
  <cp:revision>76</cp:revision>
  <cp:lastPrinted>2019-11-06T16:12:00Z</cp:lastPrinted>
  <dcterms:created xsi:type="dcterms:W3CDTF">2019-10-29T14:28:00Z</dcterms:created>
  <dcterms:modified xsi:type="dcterms:W3CDTF">2020-07-14T15:14:00Z</dcterms:modified>
</cp:coreProperties>
</file>